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88E" w:rsidRDefault="0057488E" w:rsidP="00C30D59">
      <w:pPr>
        <w:pStyle w:val="Nzev"/>
        <w:jc w:val="center"/>
        <w:rPr>
          <w:rFonts w:ascii="Times New Roman" w:hAnsi="Times New Roman"/>
          <w:b/>
          <w:color w:val="000000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A933AFF" wp14:editId="7D4B53A0">
            <wp:simplePos x="0" y="0"/>
            <wp:positionH relativeFrom="column">
              <wp:posOffset>1743075</wp:posOffset>
            </wp:positionH>
            <wp:positionV relativeFrom="paragraph">
              <wp:posOffset>-420370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488E" w:rsidRDefault="0057488E" w:rsidP="00C30D59">
      <w:pPr>
        <w:pStyle w:val="Nzev"/>
        <w:jc w:val="center"/>
        <w:rPr>
          <w:rFonts w:ascii="Times New Roman" w:hAnsi="Times New Roman"/>
          <w:b/>
          <w:color w:val="000000"/>
          <w:sz w:val="40"/>
          <w:szCs w:val="40"/>
        </w:rPr>
      </w:pPr>
    </w:p>
    <w:p w:rsidR="00C30D59" w:rsidRPr="00C30D59" w:rsidRDefault="007343C9" w:rsidP="00C30D59">
      <w:pPr>
        <w:pStyle w:val="Nzev"/>
        <w:jc w:val="center"/>
        <w:rPr>
          <w:rFonts w:ascii="Times New Roman" w:hAnsi="Times New Roman"/>
          <w:b/>
          <w:color w:val="000000"/>
          <w:sz w:val="40"/>
          <w:szCs w:val="40"/>
        </w:rPr>
      </w:pPr>
      <w:r>
        <w:rPr>
          <w:rFonts w:ascii="Times New Roman" w:hAnsi="Times New Roman"/>
          <w:b/>
          <w:color w:val="000000"/>
          <w:sz w:val="40"/>
          <w:szCs w:val="40"/>
        </w:rPr>
        <w:t xml:space="preserve">RÁMCOVÁ KUPNÍ </w:t>
      </w:r>
      <w:r w:rsidR="00C30D59" w:rsidRPr="00C30D59">
        <w:rPr>
          <w:rFonts w:ascii="Times New Roman" w:hAnsi="Times New Roman"/>
          <w:b/>
          <w:color w:val="000000"/>
          <w:sz w:val="40"/>
          <w:szCs w:val="40"/>
        </w:rPr>
        <w:t>SMLOUVA</w:t>
      </w:r>
    </w:p>
    <w:p w:rsidR="00C30D59" w:rsidRPr="00C30D59" w:rsidRDefault="00C30D59" w:rsidP="00C30D59">
      <w:pPr>
        <w:pStyle w:val="Nzev"/>
        <w:jc w:val="center"/>
        <w:rPr>
          <w:rFonts w:ascii="Times New Roman" w:hAnsi="Times New Roman"/>
          <w:color w:val="000000"/>
          <w:sz w:val="24"/>
          <w:szCs w:val="24"/>
        </w:rPr>
      </w:pPr>
      <w:r w:rsidRPr="00C30D59">
        <w:rPr>
          <w:rFonts w:ascii="Times New Roman" w:hAnsi="Times New Roman"/>
          <w:color w:val="000000"/>
          <w:sz w:val="24"/>
          <w:szCs w:val="24"/>
        </w:rPr>
        <w:t xml:space="preserve">č. </w:t>
      </w:r>
      <w:r w:rsidR="007343C9">
        <w:rPr>
          <w:rFonts w:ascii="Times New Roman" w:hAnsi="Times New Roman"/>
          <w:color w:val="000000"/>
          <w:sz w:val="24"/>
          <w:szCs w:val="24"/>
        </w:rPr>
        <w:t>Kupujícího</w:t>
      </w:r>
      <w:r w:rsidR="007343C9" w:rsidRPr="00C30D5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30D59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C30D59" w:rsidRPr="00EE2A26" w:rsidRDefault="00C30D59" w:rsidP="00EE2A26">
      <w:pPr>
        <w:pStyle w:val="Nzev"/>
        <w:jc w:val="center"/>
        <w:rPr>
          <w:rFonts w:ascii="Times New Roman" w:hAnsi="Times New Roman"/>
          <w:color w:val="000000"/>
          <w:sz w:val="24"/>
          <w:szCs w:val="24"/>
        </w:rPr>
      </w:pPr>
      <w:r w:rsidRPr="00C30D59">
        <w:rPr>
          <w:rFonts w:ascii="Times New Roman" w:hAnsi="Times New Roman"/>
          <w:color w:val="000000"/>
          <w:sz w:val="24"/>
          <w:szCs w:val="24"/>
        </w:rPr>
        <w:t xml:space="preserve">č. </w:t>
      </w:r>
      <w:r w:rsidR="007343C9">
        <w:rPr>
          <w:rFonts w:ascii="Times New Roman" w:hAnsi="Times New Roman"/>
          <w:color w:val="000000"/>
          <w:sz w:val="24"/>
          <w:szCs w:val="24"/>
        </w:rPr>
        <w:t>Prodávajícího</w:t>
      </w:r>
      <w:r w:rsidRPr="00C30D59">
        <w:rPr>
          <w:rFonts w:ascii="Times New Roman" w:hAnsi="Times New Roman"/>
          <w:color w:val="000000"/>
          <w:sz w:val="24"/>
          <w:szCs w:val="24"/>
        </w:rPr>
        <w:t xml:space="preserve"> …………….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7343C9" w:rsidP="00C30D59">
      <w:pPr>
        <w:pStyle w:val="Odstavec2"/>
      </w:pPr>
      <w:r>
        <w:t>Kupující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A91949">
        <w:t xml:space="preserve">     </w:t>
      </w:r>
      <w:r w:rsidR="00C30D59"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</w:t>
      </w:r>
      <w:proofErr w:type="gramStart"/>
      <w:r>
        <w:t>č.p.</w:t>
      </w:r>
      <w:proofErr w:type="gramEnd"/>
      <w:r>
        <w:t xml:space="preserve">213, </w:t>
      </w:r>
      <w:proofErr w:type="spellStart"/>
      <w:r>
        <w:t>č.or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E641B9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E641B9">
      <w:r w:rsidRPr="00C30D59">
        <w:t>(dále jen „</w:t>
      </w:r>
      <w:r w:rsidR="007343C9">
        <w:rPr>
          <w:b/>
          <w:i/>
        </w:rPr>
        <w:t>Kupující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7343C9" w:rsidP="00C30D59">
      <w:pPr>
        <w:pStyle w:val="Odstavec2"/>
      </w:pPr>
      <w:bookmarkStart w:id="0" w:name="_Ref368326329"/>
      <w:proofErr w:type="gramStart"/>
      <w:r>
        <w:t>Prodávající</w:t>
      </w:r>
      <w:r w:rsidR="00C30D59">
        <w:t>:</w:t>
      </w:r>
      <w:r w:rsidR="00C30D59">
        <w:tab/>
      </w:r>
      <w:r w:rsidR="00C30D59">
        <w:tab/>
      </w:r>
      <w:r w:rsidR="00C30D59">
        <w:tab/>
      </w:r>
      <w:bookmarkEnd w:id="0"/>
      <w:r w:rsidR="00175526">
        <w:t>.....................................</w:t>
      </w:r>
      <w:proofErr w:type="gramEnd"/>
    </w:p>
    <w:p w:rsidR="00C30D59" w:rsidRDefault="00C30D59" w:rsidP="00C30D59">
      <w:pPr>
        <w:ind w:left="283" w:firstLine="284"/>
      </w:pPr>
      <w:r>
        <w:t xml:space="preserve">se </w:t>
      </w:r>
      <w:proofErr w:type="gramStart"/>
      <w:r>
        <w:t>sídlem:</w:t>
      </w:r>
      <w:r>
        <w:tab/>
      </w:r>
      <w:r>
        <w:tab/>
      </w:r>
      <w:r>
        <w:tab/>
      </w:r>
      <w:r w:rsidR="00175526">
        <w:t>....................................</w:t>
      </w:r>
      <w:proofErr w:type="gramEnd"/>
    </w:p>
    <w:p w:rsidR="00C30D59" w:rsidRDefault="00175526" w:rsidP="00C30D59">
      <w:pPr>
        <w:ind w:left="283" w:firstLine="284"/>
      </w:pPr>
      <w:r>
        <w:t>zapsaná:</w:t>
      </w:r>
      <w:r>
        <w:tab/>
      </w:r>
      <w:r>
        <w:tab/>
      </w:r>
      <w:r>
        <w:tab/>
        <w:t xml:space="preserve">   </w:t>
      </w:r>
      <w:r w:rsidR="00C30D59">
        <w:t xml:space="preserve">Obchodní </w:t>
      </w:r>
      <w:proofErr w:type="gramStart"/>
      <w:r w:rsidR="00C30D59">
        <w:t xml:space="preserve">rejstřík </w:t>
      </w:r>
      <w:r>
        <w:t>...........</w:t>
      </w:r>
      <w:r w:rsidR="00E641B9">
        <w:t xml:space="preserve"> soudu</w:t>
      </w:r>
      <w:proofErr w:type="gramEnd"/>
      <w:r w:rsidR="00E641B9">
        <w:t xml:space="preserve"> v </w:t>
      </w:r>
      <w:r>
        <w:t>........</w:t>
      </w:r>
      <w:r w:rsidR="00E641B9">
        <w:t>,</w:t>
      </w:r>
      <w:r w:rsidR="00C30D59">
        <w:t xml:space="preserve"> oddíl </w:t>
      </w:r>
      <w:r>
        <w:t>...</w:t>
      </w:r>
      <w:r w:rsidR="00E641B9">
        <w:t xml:space="preserve">, vložka </w:t>
      </w:r>
      <w:r>
        <w:t>........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………………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</w:r>
      <w:commentRangeStart w:id="1"/>
      <w:r>
        <w:t>………………</w:t>
      </w:r>
      <w:commentRangeEnd w:id="1"/>
      <w:r w:rsidR="003F629A">
        <w:rPr>
          <w:rStyle w:val="Odkaznakoment"/>
          <w:rFonts w:ascii="Calibri" w:hAnsi="Calibri"/>
        </w:rPr>
        <w:commentReference w:id="1"/>
      </w:r>
    </w:p>
    <w:p w:rsidR="00C30D59" w:rsidRDefault="00E641B9" w:rsidP="00C30D59">
      <w:pPr>
        <w:ind w:left="283" w:firstLine="284"/>
      </w:pPr>
      <w:proofErr w:type="gramStart"/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75526">
        <w:t>..................</w:t>
      </w:r>
      <w:proofErr w:type="gramEnd"/>
    </w:p>
    <w:p w:rsidR="00C30D59" w:rsidRDefault="00E641B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CZ</w:t>
      </w:r>
      <w:r w:rsidR="00175526">
        <w:t>.............</w:t>
      </w:r>
      <w:proofErr w:type="gramEnd"/>
    </w:p>
    <w:p w:rsidR="00C30D59" w:rsidRDefault="00E641B9" w:rsidP="00C30D59">
      <w:pPr>
        <w:ind w:left="283" w:firstLine="284"/>
      </w:pPr>
      <w:proofErr w:type="gramStart"/>
      <w:r>
        <w:t>zastoupena:</w:t>
      </w:r>
      <w:r>
        <w:tab/>
      </w:r>
      <w:r>
        <w:tab/>
        <w:t xml:space="preserve">     </w:t>
      </w:r>
      <w:r w:rsidR="00175526">
        <w:t>.................</w:t>
      </w:r>
      <w:proofErr w:type="gramEnd"/>
    </w:p>
    <w:p w:rsidR="00C30D59" w:rsidRDefault="00E641B9" w:rsidP="00C30D59">
      <w:pPr>
        <w:pStyle w:val="Odstavec2"/>
        <w:numPr>
          <w:ilvl w:val="0"/>
          <w:numId w:val="0"/>
        </w:numPr>
        <w:ind w:left="567" w:hanging="567"/>
      </w:pPr>
      <w:r>
        <w:t xml:space="preserve"> </w:t>
      </w:r>
      <w:r w:rsidR="00C30D59">
        <w:t>(dále jen „</w:t>
      </w:r>
      <w:r w:rsidR="007343C9">
        <w:rPr>
          <w:b/>
          <w:i/>
        </w:rPr>
        <w:t>Prodávající</w:t>
      </w:r>
      <w:r w:rsidR="00C30D59"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</w:t>
      </w:r>
      <w:r w:rsidR="007343C9">
        <w:t>Kupující</w:t>
      </w:r>
      <w:r>
        <w:t xml:space="preserve"> a </w:t>
      </w:r>
      <w:r w:rsidR="007343C9">
        <w:t>Prodávající</w:t>
      </w:r>
      <w:r>
        <w:t xml:space="preserve">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 xml:space="preserve">níže uvedeného dne, měsíce a roku uzavřely tuto </w:t>
      </w:r>
      <w:r w:rsidR="007343C9">
        <w:t xml:space="preserve">rámcovou kupní smlouvu </w:t>
      </w:r>
      <w:r w:rsidRPr="00C30D59">
        <w:t>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  <w:r w:rsidR="00C960EF">
        <w:t>, práva a povinnosti Smluvních stran</w:t>
      </w:r>
    </w:p>
    <w:p w:rsidR="00204984" w:rsidRDefault="007343C9" w:rsidP="00204984">
      <w:pPr>
        <w:pStyle w:val="Odstavec2"/>
      </w:pPr>
      <w:r>
        <w:t>Prodávající</w:t>
      </w:r>
      <w:r w:rsidR="00204984" w:rsidRPr="00204984">
        <w:t xml:space="preserve"> prohlašuje, že má veškerá </w:t>
      </w:r>
      <w:r w:rsidR="008C56E0">
        <w:t xml:space="preserve">zajištěna </w:t>
      </w:r>
      <w:r w:rsidR="00204984" w:rsidRPr="00204984">
        <w:t xml:space="preserve">oprávnění </w:t>
      </w:r>
      <w:r w:rsidR="008C56E0">
        <w:t>potřebná</w:t>
      </w:r>
      <w:r w:rsidR="00204984" w:rsidRPr="00204984">
        <w:t xml:space="preserve"> k řádnému splnění této Smlouvy. </w:t>
      </w:r>
    </w:p>
    <w:p w:rsidR="00B20BE0" w:rsidRDefault="00B20BE0" w:rsidP="00B20BE0">
      <w:pPr>
        <w:pStyle w:val="Odstavec2"/>
      </w:pPr>
      <w:r w:rsidRPr="00B20BE0">
        <w:t xml:space="preserve">Předmětem této Smlouvy je </w:t>
      </w:r>
      <w:r w:rsidR="007343C9">
        <w:t>dodávání movitých věcí specifikovaných v Příloze č. 1</w:t>
      </w:r>
      <w:r w:rsidR="007D0431">
        <w:t xml:space="preserve">, na základě dílčích smluv uzavíraných způsobem stanoveným touto Smlouvou </w:t>
      </w:r>
      <w:r w:rsidRPr="00B20BE0">
        <w:t>(dále jen „</w:t>
      </w:r>
      <w:r w:rsidR="007343C9">
        <w:rPr>
          <w:b/>
          <w:i/>
        </w:rPr>
        <w:t>Předmět plnění</w:t>
      </w:r>
      <w:r w:rsidRPr="00B20BE0">
        <w:t>“).</w:t>
      </w:r>
    </w:p>
    <w:p w:rsidR="00E641B9" w:rsidRDefault="00E641B9" w:rsidP="00B20BE0">
      <w:pPr>
        <w:pStyle w:val="Odstavec2"/>
      </w:pPr>
      <w:r>
        <w:t>Účelem této Smlouvy je upravit práva a povinnosti Smluvních stran při uzavírání kupních smluv a z těchto dílčích kupních smluv vyplývajících dodávek zboží specifikovaného v Příloze č. 1 této Smlouvy.</w:t>
      </w:r>
    </w:p>
    <w:p w:rsidR="00E641B9" w:rsidRPr="00B20BE0" w:rsidRDefault="00E641B9" w:rsidP="00B20BE0">
      <w:pPr>
        <w:pStyle w:val="Odstavec2"/>
      </w:pPr>
      <w:r>
        <w:lastRenderedPageBreak/>
        <w:t xml:space="preserve">Při plnění této Smlouvy a dílčích kupních smluv se Smluvní zavazují dodržovat podmínky stanovené touto Smlouvou, jejími nedílnými součástmi a platnou legislativou.  </w:t>
      </w:r>
    </w:p>
    <w:p w:rsidR="00B305EA" w:rsidRDefault="00B305EA" w:rsidP="00AF68B0">
      <w:pPr>
        <w:pStyle w:val="Odstavec2"/>
      </w:pPr>
      <w:r>
        <w:t>Kupující výslovně Prodávajícího upozorňuje, že nemá zájem na jakémkoliv vadném plnění a proto Prodávající výslovně Kupujícího ujišťuje, že Předmět plnění bude vždy bez vad.</w:t>
      </w:r>
    </w:p>
    <w:p w:rsidR="00987E9A" w:rsidRDefault="00987E9A" w:rsidP="00987E9A">
      <w:pPr>
        <w:pStyle w:val="Odstavec3"/>
      </w:pPr>
      <w:r w:rsidRPr="00C960EF">
        <w:t>Za podstatné porušení této Smlouvy a dílčí smlouvy se považuje vždy vadné plnění Prodávajícího, v jehož důsledku nelze řádně a bez obtíží (neplynoucích z obvyklého způsobu používání věci nebo způsobů použití, který si Kupující v této Smlouvě nebo dílčí smlouvě vymínil) užívat dodaný Předmět plnění nebo jeho jednotlivou část.</w:t>
      </w:r>
    </w:p>
    <w:p w:rsidR="00E641B9" w:rsidRDefault="00E641B9" w:rsidP="00E641B9">
      <w:pPr>
        <w:pStyle w:val="Odstavec2"/>
      </w:pPr>
      <w:r>
        <w:t>Prodávající je povinen dodat Kupujícímu předmět koupě – Předmět plnění výhradně splňující všechny podmínky stanovené touto Smlouvou a jejími nedílnými součástmi a rovněž splňující povinné podmínky prodeje (zejména název zboží, EAN, a další povinné údaje dle povahy předmětu koupě).</w:t>
      </w:r>
    </w:p>
    <w:p w:rsidR="00E641B9" w:rsidRDefault="00E641B9" w:rsidP="00E641B9">
      <w:pPr>
        <w:pStyle w:val="Odstavec2"/>
      </w:pPr>
      <w:bookmarkStart w:id="2" w:name="_Ref370462987"/>
      <w:r>
        <w:t>Prodávající</w:t>
      </w:r>
      <w:r w:rsidR="00C960EF">
        <w:t xml:space="preserve"> se zavazuje dodat kupujícímu P</w:t>
      </w:r>
      <w:r>
        <w:t xml:space="preserve">ředmět plnění v jakosti a množství určeném </w:t>
      </w:r>
      <w:r w:rsidR="00C960EF">
        <w:t>v dílčí kupní smlouvě</w:t>
      </w:r>
      <w:r>
        <w:t>.</w:t>
      </w:r>
    </w:p>
    <w:p w:rsidR="00E641B9" w:rsidRDefault="00E641B9" w:rsidP="00E641B9">
      <w:pPr>
        <w:pStyle w:val="Odstavec2"/>
      </w:pPr>
      <w:bookmarkStart w:id="3" w:name="_Ref370463837"/>
      <w:r>
        <w:t>Kupující se zavazuje řádně dodaný</w:t>
      </w:r>
      <w:r w:rsidR="00C960EF">
        <w:t xml:space="preserve"> P</w:t>
      </w:r>
      <w:r>
        <w:t xml:space="preserve">ředmět plnění převzít, rozpozná-li však </w:t>
      </w:r>
      <w:r w:rsidR="00C960EF">
        <w:t>K</w:t>
      </w:r>
      <w:r>
        <w:t>upující vadu (včetně vady v dokladech nutných pro užívání věci či v množství</w:t>
      </w:r>
      <w:r w:rsidR="00C960EF">
        <w:t>), nemá Kupující povinnost P</w:t>
      </w:r>
      <w:r>
        <w:t>ředmět plnění převzít.</w:t>
      </w:r>
      <w:bookmarkEnd w:id="2"/>
      <w:bookmarkEnd w:id="3"/>
    </w:p>
    <w:p w:rsidR="00867999" w:rsidRDefault="00E641B9" w:rsidP="00E641B9">
      <w:pPr>
        <w:pStyle w:val="Odstavec2"/>
      </w:pPr>
      <w:r>
        <w:t xml:space="preserve">Smluvní strany se dohodly, že na vztah založený touto </w:t>
      </w:r>
      <w:r w:rsidR="001841B8">
        <w:t>S</w:t>
      </w:r>
      <w:r>
        <w:t xml:space="preserve">mlouvou se neuplatní § 2126 zákona č. 89/2012 Sb., občanský zákoník, v platném znění, týkající se svépomocného prodeje, tj. </w:t>
      </w:r>
      <w:r w:rsidR="001841B8">
        <w:t>S</w:t>
      </w:r>
      <w:r>
        <w:t xml:space="preserve">mluvní strany sjednávají, že v případě prodlení jedné </w:t>
      </w:r>
      <w:r w:rsidR="00C960EF">
        <w:t>strany s převzetím P</w:t>
      </w:r>
      <w:r>
        <w:t xml:space="preserve">ředmětu plnění </w:t>
      </w:r>
      <w:r w:rsidR="00C960EF">
        <w:t>či s placením za P</w:t>
      </w:r>
      <w:r>
        <w:t xml:space="preserve">ředmět plnění </w:t>
      </w:r>
      <w:r w:rsidR="00C960EF">
        <w:t>nevzniká druhé S</w:t>
      </w:r>
      <w:r>
        <w:t>mluvní straně právo tuto věc po předchozím upozornění na účet prodlévající strany prodat.</w:t>
      </w:r>
    </w:p>
    <w:p w:rsidR="00E641B9" w:rsidRDefault="001841B8" w:rsidP="00E641B9">
      <w:pPr>
        <w:pStyle w:val="Odstavec2"/>
      </w:pPr>
      <w:r>
        <w:t>Smluvní strany se dále výslovně dohodly na vyloučení ustanovení § 2093 zákona č. 89/2012 Sb., občanský zákoník, v platném znění, tzn., že v případě, že Prodávající dodá Kupujícímu větší množství zboží, ne</w:t>
      </w:r>
      <w:r w:rsidR="00591455">
        <w:t>ž</w:t>
      </w:r>
      <w:r>
        <w:t xml:space="preserve"> které bylo mezi stranami ujednáno, není dílčí smlouva uzavřena i na toto přebytečné množství.</w:t>
      </w:r>
    </w:p>
    <w:p w:rsidR="00C30D59" w:rsidRDefault="00C523BA" w:rsidP="00280022">
      <w:pPr>
        <w:pStyle w:val="lnek"/>
      </w:pPr>
      <w:r>
        <w:rPr>
          <w:rFonts w:eastAsiaTheme="minorEastAsia"/>
        </w:rPr>
        <w:t>Dílčí smlouvy</w:t>
      </w:r>
    </w:p>
    <w:p w:rsidR="00987E9A" w:rsidRDefault="00C960EF" w:rsidP="007F3FC6">
      <w:pPr>
        <w:pStyle w:val="Odstavec2"/>
      </w:pPr>
      <w:r w:rsidRPr="00C960EF">
        <w:t>Smluvní strany se dohodly, že jednotlivé dodávky zboží – Předmětu plnění</w:t>
      </w:r>
      <w:r>
        <w:t xml:space="preserve"> budou Kupujícím Prodávajícímu zadávány dle potřeb Kupujícího na základě písemné výzvy Kupujícího k uzavření dílčí smlouvy („objednávka“). Prodávající akceptuje objednávku písemným potvrzením </w:t>
      </w:r>
      <w:r w:rsidR="00987E9A">
        <w:t>či provedením jakéhokoliv úkonu vůči Kupujícímu, ze kterého je bez pochyb zřejmé, že Prodávající objednávku přijal a hodlá na základě ní plnit. Přijetím objednávky je uzavřena mezi stranami dílčí kupní smlouva</w:t>
      </w:r>
      <w:r w:rsidR="00D02110">
        <w:t xml:space="preserve"> (dále a výše též jen „dílčí smlouva“)</w:t>
      </w:r>
      <w:r w:rsidR="00987E9A">
        <w:t>.</w:t>
      </w:r>
    </w:p>
    <w:p w:rsidR="00C960EF" w:rsidRPr="00C960EF" w:rsidRDefault="00987E9A" w:rsidP="00987E9A">
      <w:pPr>
        <w:pStyle w:val="Odstavec3"/>
      </w:pPr>
      <w:r>
        <w:t xml:space="preserve">Dílčí kupní smlouva musí odpovídat této Smlouvě. </w:t>
      </w:r>
      <w:r w:rsidR="00C960EF">
        <w:t xml:space="preserve"> </w:t>
      </w:r>
    </w:p>
    <w:p w:rsidR="00D02110" w:rsidRDefault="00987E9A" w:rsidP="00D02110">
      <w:pPr>
        <w:pStyle w:val="Odstavec2"/>
      </w:pPr>
      <w:r>
        <w:t>Prodávající se zavazuje dodávat Kupujícímu Předmět plnění, na základě</w:t>
      </w:r>
      <w:r w:rsidR="00D02110">
        <w:t xml:space="preserve"> dílčích kupních smluv uzavíraných způsobem stanovým touto Smlouvou a za podmínek stanovených touto Smlouvou.</w:t>
      </w:r>
    </w:p>
    <w:p w:rsidR="00D456F0" w:rsidRPr="00D456F0" w:rsidRDefault="00014FBF" w:rsidP="00D456F0">
      <w:pPr>
        <w:pStyle w:val="Odstavec2"/>
        <w:rPr>
          <w:highlight w:val="yellow"/>
        </w:rPr>
      </w:pPr>
      <w:commentRangeStart w:id="4"/>
      <w:r w:rsidRPr="00014FBF">
        <w:rPr>
          <w:highlight w:val="yellow"/>
        </w:rPr>
        <w:t xml:space="preserve">Náležitosti </w:t>
      </w:r>
      <w:proofErr w:type="gramStart"/>
      <w:r w:rsidRPr="00014FBF">
        <w:rPr>
          <w:highlight w:val="yellow"/>
        </w:rPr>
        <w:t>objednávky</w:t>
      </w:r>
      <w:r w:rsidR="00930880">
        <w:rPr>
          <w:highlight w:val="yellow"/>
        </w:rPr>
        <w:t xml:space="preserve">  a postup</w:t>
      </w:r>
      <w:proofErr w:type="gramEnd"/>
      <w:r w:rsidR="00930880">
        <w:rPr>
          <w:highlight w:val="yellow"/>
        </w:rPr>
        <w:t xml:space="preserve"> jejich zadání</w:t>
      </w:r>
      <w:r w:rsidRPr="00014FBF">
        <w:rPr>
          <w:highlight w:val="yellow"/>
        </w:rPr>
        <w:t xml:space="preserve">: </w:t>
      </w:r>
    </w:p>
    <w:p w:rsidR="00D456F0" w:rsidRPr="00D642CC" w:rsidRDefault="00D456F0" w:rsidP="00D456F0">
      <w:pPr>
        <w:pStyle w:val="Odstavec2"/>
        <w:numPr>
          <w:ilvl w:val="0"/>
          <w:numId w:val="0"/>
        </w:numPr>
        <w:ind w:left="567"/>
        <w:rPr>
          <w:highlight w:val="yellow"/>
        </w:rPr>
      </w:pPr>
      <w:r w:rsidRPr="00D642CC">
        <w:rPr>
          <w:highlight w:val="yellow"/>
        </w:rPr>
        <w:t>Smluvní strany se dohodly, že jednotlivé písemné objednávky Kupujícího budou Prodávajícímu zasílány písemně na osobu oprávněnou jednat za Prodávajícího ……</w:t>
      </w:r>
      <w:r w:rsidR="00930880">
        <w:rPr>
          <w:highlight w:val="yellow"/>
        </w:rPr>
        <w:t xml:space="preserve"> nebo budou učiněny</w:t>
      </w:r>
      <w:r w:rsidR="00615B76">
        <w:rPr>
          <w:highlight w:val="yellow"/>
        </w:rPr>
        <w:t xml:space="preserve"> prostřednictvím zadání objednávky Kupujícího v internetovém elektronickém obchodu (dále též jen „e-</w:t>
      </w:r>
      <w:proofErr w:type="spellStart"/>
      <w:r w:rsidR="00615B76">
        <w:rPr>
          <w:highlight w:val="yellow"/>
        </w:rPr>
        <w:t>shop</w:t>
      </w:r>
      <w:proofErr w:type="spellEnd"/>
      <w:r w:rsidR="00615B76">
        <w:rPr>
          <w:highlight w:val="yellow"/>
        </w:rPr>
        <w:t>“ provozovaným Prodávajícím na adrese ……</w:t>
      </w:r>
      <w:r w:rsidRPr="00D642CC">
        <w:rPr>
          <w:highlight w:val="yellow"/>
        </w:rPr>
        <w:t xml:space="preserve"> </w:t>
      </w:r>
    </w:p>
    <w:p w:rsidR="00D456F0" w:rsidRPr="00D642CC" w:rsidRDefault="00D456F0" w:rsidP="00D456F0">
      <w:pPr>
        <w:pStyle w:val="Odstavec2"/>
        <w:numPr>
          <w:ilvl w:val="0"/>
          <w:numId w:val="0"/>
        </w:numPr>
        <w:ind w:left="567"/>
        <w:rPr>
          <w:highlight w:val="yellow"/>
        </w:rPr>
      </w:pPr>
      <w:r w:rsidRPr="00D642CC">
        <w:rPr>
          <w:highlight w:val="yellow"/>
        </w:rPr>
        <w:t xml:space="preserve">Každá objednávka musí obsahovat identifikační údaje Kupujícího, specifikaci zboží ve smyslu Přílohy č. 1 této Smlouvy, </w:t>
      </w:r>
      <w:proofErr w:type="gramStart"/>
      <w:r w:rsidRPr="00D642CC">
        <w:rPr>
          <w:highlight w:val="yellow"/>
        </w:rPr>
        <w:t>zejména  druh</w:t>
      </w:r>
      <w:proofErr w:type="gramEnd"/>
      <w:r w:rsidRPr="00D642CC">
        <w:rPr>
          <w:highlight w:val="yellow"/>
        </w:rPr>
        <w:t xml:space="preserve">, typ a množství Předmětu plnění a rovněž v ní bude uvedeno místo plnění a termín požadovaného dodání zboží do konkrétního místa plnění. Objednávky </w:t>
      </w:r>
      <w:r w:rsidR="00615B76">
        <w:rPr>
          <w:highlight w:val="yellow"/>
        </w:rPr>
        <w:t xml:space="preserve">v listinné podobě </w:t>
      </w:r>
      <w:r w:rsidRPr="00D642CC">
        <w:rPr>
          <w:highlight w:val="yellow"/>
        </w:rPr>
        <w:t>budou podepsány pověřeným zaměstnancem Kupujícího nebo osobami oprávněnými jednat za Kupujícího dle zápisu v obchodním rejstříku</w:t>
      </w:r>
      <w:r w:rsidR="00615B76">
        <w:rPr>
          <w:highlight w:val="yellow"/>
        </w:rPr>
        <w:t>, objednávky učiněné prostředni</w:t>
      </w:r>
      <w:r w:rsidR="00930880">
        <w:rPr>
          <w:highlight w:val="yellow"/>
        </w:rPr>
        <w:t>ctvím e-</w:t>
      </w:r>
      <w:proofErr w:type="spellStart"/>
      <w:r w:rsidR="00930880">
        <w:rPr>
          <w:highlight w:val="yellow"/>
        </w:rPr>
        <w:t>shopu</w:t>
      </w:r>
      <w:proofErr w:type="spellEnd"/>
      <w:r w:rsidR="00930880">
        <w:rPr>
          <w:highlight w:val="yellow"/>
        </w:rPr>
        <w:t xml:space="preserve"> musí být schváleny</w:t>
      </w:r>
      <w:r w:rsidR="00615B76">
        <w:rPr>
          <w:highlight w:val="yellow"/>
        </w:rPr>
        <w:t xml:space="preserve"> osobou pověřenou Kupujícím k učinění objednávky, tzv. schvalovatelem</w:t>
      </w:r>
      <w:r w:rsidR="00930880">
        <w:rPr>
          <w:highlight w:val="yellow"/>
        </w:rPr>
        <w:t xml:space="preserve"> uvedeným v Příloze č. 4 </w:t>
      </w:r>
      <w:proofErr w:type="gramStart"/>
      <w:r w:rsidR="00930880">
        <w:rPr>
          <w:highlight w:val="yellow"/>
        </w:rPr>
        <w:t>této</w:t>
      </w:r>
      <w:proofErr w:type="gramEnd"/>
      <w:r w:rsidR="00930880">
        <w:rPr>
          <w:highlight w:val="yellow"/>
        </w:rPr>
        <w:t xml:space="preserve"> Smlouvy</w:t>
      </w:r>
      <w:r w:rsidRPr="00D642CC">
        <w:rPr>
          <w:highlight w:val="yellow"/>
        </w:rPr>
        <w:t xml:space="preserve">. </w:t>
      </w:r>
    </w:p>
    <w:p w:rsidR="00D456F0" w:rsidRDefault="00D456F0" w:rsidP="00AF6FB8">
      <w:pPr>
        <w:pStyle w:val="Odstavec2"/>
        <w:numPr>
          <w:ilvl w:val="0"/>
          <w:numId w:val="0"/>
        </w:numPr>
        <w:ind w:left="567"/>
      </w:pPr>
      <w:r w:rsidRPr="00D642CC">
        <w:rPr>
          <w:highlight w:val="yellow"/>
        </w:rPr>
        <w:t xml:space="preserve">Objednávky budou zasílány Prodávajícímu </w:t>
      </w:r>
      <w:r w:rsidR="00930880">
        <w:rPr>
          <w:highlight w:val="yellow"/>
        </w:rPr>
        <w:t xml:space="preserve">postupem dle této Smlouvy a </w:t>
      </w:r>
      <w:r w:rsidRPr="00D642CC">
        <w:rPr>
          <w:highlight w:val="yellow"/>
        </w:rPr>
        <w:t>Prodávající potvrdí objednávku v souladu s ustanovením 3.1 této Smlouvy.</w:t>
      </w:r>
    </w:p>
    <w:p w:rsidR="00615B76" w:rsidRDefault="00615B76" w:rsidP="00615B76">
      <w:pPr>
        <w:pStyle w:val="02-ODST-2"/>
        <w:numPr>
          <w:ilvl w:val="1"/>
          <w:numId w:val="4"/>
        </w:numPr>
      </w:pPr>
      <w:r>
        <w:lastRenderedPageBreak/>
        <w:t>V souvislosti s ustanovením této smlouvy výše Smluvní strany dále sjednávají podmínky a způsob zadávání objednávek prostřednictvím e-</w:t>
      </w:r>
      <w:proofErr w:type="spellStart"/>
      <w:r>
        <w:t>shopu</w:t>
      </w:r>
      <w:proofErr w:type="spellEnd"/>
      <w:r>
        <w:t xml:space="preserve"> Prodávajícího:</w:t>
      </w:r>
    </w:p>
    <w:p w:rsidR="00615B76" w:rsidRDefault="00615B76" w:rsidP="00615B76">
      <w:pPr>
        <w:pStyle w:val="05-ODST-3"/>
        <w:numPr>
          <w:ilvl w:val="2"/>
          <w:numId w:val="4"/>
        </w:numPr>
      </w:pPr>
      <w:r>
        <w:t xml:space="preserve">Prodávající provozuje internetový elektronický obchod na adrese </w:t>
      </w:r>
      <w:r w:rsidRPr="00BC5CC7">
        <w:rPr>
          <w:highlight w:val="yellow"/>
        </w:rPr>
        <w:t>……</w:t>
      </w:r>
      <w:proofErr w:type="gramStart"/>
      <w:r w:rsidRPr="00BC5CC7">
        <w:rPr>
          <w:highlight w:val="yellow"/>
        </w:rPr>
        <w:t>…</w:t>
      </w:r>
      <w:r>
        <w:t>,. V tomto</w:t>
      </w:r>
      <w:proofErr w:type="gramEnd"/>
      <w:r>
        <w:t xml:space="preserve"> e-</w:t>
      </w:r>
      <w:proofErr w:type="spellStart"/>
      <w:r>
        <w:t>shopu</w:t>
      </w:r>
      <w:proofErr w:type="spellEnd"/>
      <w:r>
        <w:t xml:space="preserve"> je zpřístupněn katalog zboží odpovídající Předmětu plnění specifikovaném v Příloze č. 1 této Smlouvy.</w:t>
      </w:r>
    </w:p>
    <w:p w:rsidR="00615B76" w:rsidRDefault="00615B76" w:rsidP="00615B76">
      <w:pPr>
        <w:pStyle w:val="05-ODST-3"/>
        <w:numPr>
          <w:ilvl w:val="2"/>
          <w:numId w:val="4"/>
        </w:numPr>
      </w:pPr>
      <w:r>
        <w:t>Aplikace e-</w:t>
      </w:r>
      <w:proofErr w:type="spellStart"/>
      <w:r>
        <w:t>shopu</w:t>
      </w:r>
      <w:proofErr w:type="spellEnd"/>
      <w:r>
        <w:t xml:space="preserve"> určená pro Kupujícího bude nastavena způsobem, který umožní zadávat objednávky dle níže uvedeného postupu:</w:t>
      </w:r>
    </w:p>
    <w:p w:rsidR="00615B76" w:rsidRDefault="00615B76" w:rsidP="00615B76">
      <w:pPr>
        <w:pStyle w:val="10-ODST-3"/>
        <w:numPr>
          <w:ilvl w:val="3"/>
          <w:numId w:val="4"/>
        </w:numPr>
      </w:pPr>
      <w:r>
        <w:t>Osoby uvedené v příloze č. 4 – jednotlivé osoby určené jako zástupce každé čerpací stanice</w:t>
      </w:r>
      <w:r w:rsidRPr="00A41925">
        <w:t xml:space="preserve">, </w:t>
      </w:r>
      <w:r w:rsidR="00930880">
        <w:t>budou oprávněny</w:t>
      </w:r>
      <w:r>
        <w:t xml:space="preserve"> vstoupit do aplikace </w:t>
      </w:r>
      <w:r w:rsidR="00930880">
        <w:t>e-</w:t>
      </w:r>
      <w:proofErr w:type="spellStart"/>
      <w:r w:rsidR="00930880">
        <w:t>shopu</w:t>
      </w:r>
      <w:proofErr w:type="spellEnd"/>
      <w:r w:rsidR="00930880">
        <w:t>, kde provedou</w:t>
      </w:r>
      <w:r>
        <w:t xml:space="preserve"> sběr dat pro</w:t>
      </w:r>
      <w:r w:rsidRPr="00A41925">
        <w:t xml:space="preserve"> objednávk</w:t>
      </w:r>
      <w:r>
        <w:t>u</w:t>
      </w:r>
      <w:r w:rsidR="00930880">
        <w:t xml:space="preserve"> (tzv. rezervaci požadovaného zboží)</w:t>
      </w:r>
      <w:r>
        <w:t>,</w:t>
      </w:r>
      <w:r w:rsidRPr="00A41925">
        <w:t xml:space="preserve"> </w:t>
      </w:r>
      <w:r w:rsidR="00930880">
        <w:t xml:space="preserve">tj. každá osoba vždy </w:t>
      </w:r>
      <w:r w:rsidRPr="00A41925">
        <w:t>specifikuje požadovanou položku z</w:t>
      </w:r>
      <w:r>
        <w:t> </w:t>
      </w:r>
      <w:r w:rsidRPr="00A41925">
        <w:t>katalogu</w:t>
      </w:r>
      <w:r>
        <w:t xml:space="preserve"> zboží</w:t>
      </w:r>
      <w:r w:rsidRPr="00A41925">
        <w:t xml:space="preserve">, množství, termín </w:t>
      </w:r>
      <w:r w:rsidR="00930880">
        <w:t xml:space="preserve">a místo </w:t>
      </w:r>
      <w:r w:rsidRPr="00A41925">
        <w:t>dodání</w:t>
      </w:r>
      <w:r>
        <w:t xml:space="preserve"> </w:t>
      </w:r>
      <w:r w:rsidR="00930880">
        <w:t>apod. ve smyslu podmínek dle této S</w:t>
      </w:r>
      <w:r>
        <w:t>mlouvy</w:t>
      </w:r>
      <w:r w:rsidR="00930880">
        <w:t xml:space="preserve">. Provedením rezervace zboží je objednávka </w:t>
      </w:r>
      <w:r>
        <w:t>připravena</w:t>
      </w:r>
      <w:r w:rsidRPr="00A41925">
        <w:t xml:space="preserve"> ke schválení</w:t>
      </w:r>
      <w:r>
        <w:t xml:space="preserve"> osobou pověřené osoby </w:t>
      </w:r>
      <w:r w:rsidR="00930880">
        <w:t>K</w:t>
      </w:r>
      <w:r>
        <w:t xml:space="preserve">upujícího (dále </w:t>
      </w:r>
      <w:r w:rsidR="00930880">
        <w:t xml:space="preserve">a výše jen </w:t>
      </w:r>
      <w:r>
        <w:t>„schvalovatel“)</w:t>
      </w:r>
      <w:r w:rsidRPr="00A41925">
        <w:t xml:space="preserve">. Schvalovatel </w:t>
      </w:r>
      <w:r>
        <w:t xml:space="preserve">takto připravenou </w:t>
      </w:r>
      <w:r w:rsidR="00930880">
        <w:t xml:space="preserve">objednávku jedenkrát za dva kalendářní měsíce </w:t>
      </w:r>
      <w:r w:rsidRPr="00A41925">
        <w:t>schválí</w:t>
      </w:r>
      <w:r>
        <w:t xml:space="preserve"> a odešle prodávajícímu, jenž její přijetí potvrdí</w:t>
      </w:r>
      <w:r w:rsidRPr="00A41925">
        <w:t>.</w:t>
      </w:r>
    </w:p>
    <w:p w:rsidR="00930880" w:rsidRDefault="00615B76" w:rsidP="00615B76">
      <w:pPr>
        <w:pStyle w:val="10-ODST-3"/>
        <w:numPr>
          <w:ilvl w:val="3"/>
          <w:numId w:val="4"/>
        </w:numPr>
      </w:pPr>
      <w:r>
        <w:t>Aplikace e-</w:t>
      </w:r>
      <w:proofErr w:type="spellStart"/>
      <w:r>
        <w:t>shopu</w:t>
      </w:r>
      <w:proofErr w:type="spellEnd"/>
      <w:r>
        <w:t xml:space="preserve"> pro vyhotovení objednávek bude umožňovat přístup více osobám </w:t>
      </w:r>
      <w:r w:rsidR="00930880">
        <w:t xml:space="preserve">provádějící </w:t>
      </w:r>
      <w:r>
        <w:t>sběr dat</w:t>
      </w:r>
      <w:r w:rsidR="00930880">
        <w:t>, tj. rezervaci zboží</w:t>
      </w:r>
      <w:r>
        <w:t xml:space="preserve"> pro objednávku z jednot</w:t>
      </w:r>
      <w:r w:rsidR="00930880">
        <w:t>livých konkrétních míst plnění.</w:t>
      </w:r>
      <w:commentRangeEnd w:id="4"/>
      <w:r w:rsidR="00BC4947">
        <w:rPr>
          <w:rStyle w:val="Odkaznakoment"/>
          <w:rFonts w:ascii="Calibri" w:hAnsi="Calibri"/>
        </w:rPr>
        <w:commentReference w:id="4"/>
      </w:r>
    </w:p>
    <w:p w:rsidR="00615B76" w:rsidRDefault="00615B76" w:rsidP="00615B76">
      <w:pPr>
        <w:pStyle w:val="10-ODST-3"/>
        <w:numPr>
          <w:ilvl w:val="3"/>
          <w:numId w:val="4"/>
        </w:numPr>
      </w:pPr>
      <w:r>
        <w:t xml:space="preserve">Osoby pověřené pro sběr dat </w:t>
      </w:r>
      <w:r w:rsidR="00930880">
        <w:t>pro objednávku a schvalovatelé K</w:t>
      </w:r>
      <w:r>
        <w:t>upujícího jsou uvedeni v </w:t>
      </w:r>
      <w:r w:rsidR="00930880">
        <w:t>P</w:t>
      </w:r>
      <w:r>
        <w:t>říloze</w:t>
      </w:r>
      <w:r w:rsidR="00930880">
        <w:t xml:space="preserve"> č. 4 </w:t>
      </w:r>
      <w:proofErr w:type="gramStart"/>
      <w:r w:rsidR="00930880">
        <w:t>této</w:t>
      </w:r>
      <w:proofErr w:type="gramEnd"/>
      <w:r w:rsidR="00930880">
        <w:t xml:space="preserve"> S</w:t>
      </w:r>
      <w:r>
        <w:t>mlouvy.</w:t>
      </w:r>
    </w:p>
    <w:p w:rsidR="00615B76" w:rsidRPr="00995988" w:rsidRDefault="00930880" w:rsidP="00615B76">
      <w:pPr>
        <w:pStyle w:val="05-ODST-3"/>
        <w:numPr>
          <w:ilvl w:val="2"/>
          <w:numId w:val="4"/>
        </w:numPr>
      </w:pPr>
      <w:r w:rsidRPr="00995988">
        <w:t>Smluvní strany se též dohodly, že Kupující</w:t>
      </w:r>
      <w:r w:rsidR="00615B76" w:rsidRPr="00995988">
        <w:t xml:space="preserve"> bude mít v systému e-</w:t>
      </w:r>
      <w:proofErr w:type="spellStart"/>
      <w:r w:rsidR="00615B76" w:rsidRPr="00995988">
        <w:t>shopu</w:t>
      </w:r>
      <w:proofErr w:type="spellEnd"/>
      <w:r w:rsidR="00615B76" w:rsidRPr="00995988">
        <w:t xml:space="preserve"> rovněž zpřístupněn informační systém pro </w:t>
      </w:r>
      <w:r w:rsidRPr="00995988">
        <w:t>generování sestav objednávek K</w:t>
      </w:r>
      <w:r w:rsidR="00615B76" w:rsidRPr="00995988">
        <w:t>upujícího.</w:t>
      </w:r>
    </w:p>
    <w:p w:rsidR="00615B76" w:rsidRDefault="00615B76" w:rsidP="00AC4272">
      <w:pPr>
        <w:pStyle w:val="Odstavec2"/>
        <w:numPr>
          <w:ilvl w:val="0"/>
          <w:numId w:val="0"/>
        </w:numPr>
        <w:ind w:left="567"/>
      </w:pPr>
    </w:p>
    <w:p w:rsidR="00C6515B" w:rsidRDefault="00C6515B" w:rsidP="00AC4272">
      <w:pPr>
        <w:pStyle w:val="Odstavec2"/>
        <w:numPr>
          <w:ilvl w:val="0"/>
          <w:numId w:val="0"/>
        </w:numPr>
        <w:ind w:left="567"/>
      </w:pPr>
    </w:p>
    <w:p w:rsidR="00AC4272" w:rsidRPr="00AF6FB8" w:rsidRDefault="00AC4272" w:rsidP="00AF6FB8">
      <w:pPr>
        <w:pStyle w:val="Odstavec2"/>
        <w:numPr>
          <w:ilvl w:val="0"/>
          <w:numId w:val="0"/>
        </w:numPr>
        <w:ind w:left="567"/>
        <w:rPr>
          <w:i/>
          <w:iCs/>
        </w:rPr>
      </w:pPr>
    </w:p>
    <w:p w:rsidR="00E641B9" w:rsidRPr="0069319E" w:rsidRDefault="007F3FC6" w:rsidP="0069319E">
      <w:pPr>
        <w:pStyle w:val="Odstavec2"/>
      </w:pPr>
      <w:r w:rsidRPr="00C960EF">
        <w:t xml:space="preserve">Termíny </w:t>
      </w:r>
      <w:r w:rsidR="00FA75C2" w:rsidRPr="00C960EF">
        <w:t xml:space="preserve">dodání </w:t>
      </w:r>
      <w:r w:rsidR="00D02110">
        <w:t xml:space="preserve">Předmětu plnění </w:t>
      </w:r>
      <w:r w:rsidR="00FA75C2" w:rsidRPr="00C960EF">
        <w:t>budou stanoveny každou dílčí smlouvou zvlášť, přičemž budou stanoveny Kupujícím s ohledem na podmínky uvedené v</w:t>
      </w:r>
      <w:r w:rsidR="00D02110">
        <w:t> této Smlouvě</w:t>
      </w:r>
      <w:r w:rsidR="00FA75C2" w:rsidRPr="00C960EF">
        <w:t>.</w:t>
      </w:r>
    </w:p>
    <w:p w:rsidR="0069319E" w:rsidRPr="00AC2A37" w:rsidRDefault="0069319E" w:rsidP="0069319E">
      <w:pPr>
        <w:pStyle w:val="lnek"/>
      </w:pPr>
      <w:bookmarkStart w:id="5" w:name="_Ref140902254"/>
      <w:r>
        <w:t>Doba</w:t>
      </w:r>
      <w:r w:rsidRPr="00AC2A37">
        <w:t xml:space="preserve"> a místo plnění</w:t>
      </w:r>
      <w:bookmarkEnd w:id="5"/>
    </w:p>
    <w:p w:rsidR="0069319E" w:rsidRPr="00995988" w:rsidRDefault="0069319E" w:rsidP="0069319E">
      <w:pPr>
        <w:pStyle w:val="Odstavec2"/>
      </w:pPr>
      <w:r w:rsidRPr="0069319E">
        <w:rPr>
          <w:szCs w:val="24"/>
        </w:rPr>
        <w:t xml:space="preserve">Prodávající je povinen dodání Předmětu plnění uskutečnit ve lhůtě dodání </w:t>
      </w:r>
      <w:proofErr w:type="gramStart"/>
      <w:r w:rsidR="00C56DF6" w:rsidRPr="00995988">
        <w:rPr>
          <w:szCs w:val="24"/>
        </w:rPr>
        <w:t xml:space="preserve">do </w:t>
      </w:r>
      <w:r w:rsidR="00C6515B" w:rsidRPr="00995988">
        <w:rPr>
          <w:szCs w:val="24"/>
        </w:rPr>
        <w:t>3</w:t>
      </w:r>
      <w:r w:rsidR="00C56DF6" w:rsidRPr="00995988">
        <w:rPr>
          <w:szCs w:val="24"/>
        </w:rPr>
        <w:t>.dnů</w:t>
      </w:r>
      <w:proofErr w:type="gramEnd"/>
      <w:r w:rsidR="00C56DF6" w:rsidRPr="00995988">
        <w:rPr>
          <w:szCs w:val="24"/>
        </w:rPr>
        <w:t xml:space="preserve"> od obdržení objednávky Kupujícího</w:t>
      </w:r>
      <w:r w:rsidR="00C51B71">
        <w:rPr>
          <w:szCs w:val="24"/>
        </w:rPr>
        <w:t>, nebude-li dohodnuto mezi stranami jinak.</w:t>
      </w:r>
    </w:p>
    <w:p w:rsidR="0069319E" w:rsidRDefault="0069319E" w:rsidP="0069319E">
      <w:pPr>
        <w:pStyle w:val="Odstavec2"/>
      </w:pPr>
      <w:bookmarkStart w:id="6" w:name="_Ref161633737"/>
      <w:r>
        <w:t xml:space="preserve">Místem plnění je sídlo Kupujícího a čerpací stanice </w:t>
      </w:r>
      <w:proofErr w:type="spellStart"/>
      <w:r>
        <w:t>EuroOil</w:t>
      </w:r>
      <w:proofErr w:type="spellEnd"/>
      <w:r>
        <w:t xml:space="preserve"> na území České republiky uvedené v Příloze č. 2 </w:t>
      </w:r>
      <w:proofErr w:type="gramStart"/>
      <w:r>
        <w:t>této</w:t>
      </w:r>
      <w:proofErr w:type="gramEnd"/>
      <w:r>
        <w:t xml:space="preserve"> Smlouvy.</w:t>
      </w:r>
    </w:p>
    <w:p w:rsidR="0069319E" w:rsidRDefault="0069319E" w:rsidP="0069319E">
      <w:pPr>
        <w:pStyle w:val="Odstavec3"/>
      </w:pPr>
      <w:r>
        <w:t xml:space="preserve">Konkrétní místo plnění bude určeno Kupujícím v objednávce Kupujícího. </w:t>
      </w:r>
      <w:bookmarkEnd w:id="6"/>
      <w:r w:rsidRPr="0069319E">
        <w:t>Místo plnění je zár</w:t>
      </w:r>
      <w:r>
        <w:t>oveň místem předání a převzetí P</w:t>
      </w:r>
      <w:r w:rsidRPr="0069319E">
        <w:t>ředmětu plnění/</w:t>
      </w:r>
      <w:r>
        <w:t>jeho části.</w:t>
      </w:r>
    </w:p>
    <w:p w:rsidR="0069319E" w:rsidRPr="00014FBF" w:rsidRDefault="0069319E" w:rsidP="0069319E">
      <w:pPr>
        <w:pStyle w:val="Odstavec3"/>
      </w:pPr>
      <w:r w:rsidRPr="0069319E">
        <w:t xml:space="preserve">Za kupujícího je oprávněn potvrdit dodací list a potvrdit převzetí </w:t>
      </w:r>
      <w:r>
        <w:t>P</w:t>
      </w:r>
      <w:r w:rsidRPr="0069319E">
        <w:t xml:space="preserve">ředmětu plnění pro účel fakturace  </w:t>
      </w:r>
      <w:r>
        <w:t>podpisem  protokolu o převzetí P</w:t>
      </w:r>
      <w:r w:rsidRPr="0069319E">
        <w:t xml:space="preserve">ředmětu plnění </w:t>
      </w:r>
      <w:r>
        <w:t>osoba oprávněná jednat za Kupujícího specifikovaná Kupujícím v</w:t>
      </w:r>
      <w:r w:rsidR="002A4A34">
        <w:t xml:space="preserve"> Příloze č. 2 </w:t>
      </w:r>
      <w:proofErr w:type="gramStart"/>
      <w:r w:rsidR="002A4A34">
        <w:t>této</w:t>
      </w:r>
      <w:proofErr w:type="gramEnd"/>
      <w:r w:rsidR="002A4A34">
        <w:t xml:space="preserve"> </w:t>
      </w:r>
      <w:r w:rsidR="000756D7">
        <w:t>S</w:t>
      </w:r>
      <w:r w:rsidR="002A4A34">
        <w:t>mlouvy</w:t>
      </w:r>
      <w:r>
        <w:t>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</w:p>
    <w:p w:rsidR="00014FBF" w:rsidRPr="00014FBF" w:rsidRDefault="00FA75C2" w:rsidP="00FA75C2">
      <w:pPr>
        <w:pStyle w:val="Odstavec2"/>
      </w:pPr>
      <w:bookmarkStart w:id="7" w:name="_Ref321240324"/>
      <w:r w:rsidRPr="00FA75C2">
        <w:t xml:space="preserve">Cena za plnění </w:t>
      </w:r>
      <w:r>
        <w:t xml:space="preserve">dle </w:t>
      </w:r>
      <w:r w:rsidRPr="00FA75C2">
        <w:t xml:space="preserve">konkrétní </w:t>
      </w:r>
      <w:r w:rsidRPr="00FA75C2">
        <w:rPr>
          <w:bCs/>
        </w:rPr>
        <w:t xml:space="preserve">dílčí smlouvy bude uvedena v dílčí smlouvě </w:t>
      </w:r>
      <w:r>
        <w:rPr>
          <w:bCs/>
        </w:rPr>
        <w:t xml:space="preserve">a bude odpovídat </w:t>
      </w:r>
      <w:r w:rsidR="00014FBF">
        <w:rPr>
          <w:bCs/>
        </w:rPr>
        <w:t>této Smlouvě.</w:t>
      </w:r>
    </w:p>
    <w:p w:rsidR="00014FBF" w:rsidRPr="00014FBF" w:rsidRDefault="00014FBF" w:rsidP="00FA75C2">
      <w:pPr>
        <w:pStyle w:val="Odstavec2"/>
      </w:pPr>
      <w:r>
        <w:rPr>
          <w:bCs/>
        </w:rPr>
        <w:t xml:space="preserve">Cena za plnění dle konkrétní dílčí smlouvy bude vypočtena dle skutečně dodaného množství Předmětu plnění na základě jednotkových cen uvedených v Příloze </w:t>
      </w:r>
      <w:proofErr w:type="gramStart"/>
      <w:r>
        <w:rPr>
          <w:bCs/>
        </w:rPr>
        <w:t>č. 3 této</w:t>
      </w:r>
      <w:proofErr w:type="gramEnd"/>
      <w:r>
        <w:rPr>
          <w:bCs/>
        </w:rPr>
        <w:t xml:space="preserve"> Smlouvy.</w:t>
      </w:r>
    </w:p>
    <w:p w:rsidR="00014FBF" w:rsidRDefault="00014FBF" w:rsidP="00014FBF">
      <w:pPr>
        <w:pStyle w:val="Odstavec3"/>
      </w:pPr>
      <w:r>
        <w:t xml:space="preserve">Jednotkové ceny uvedené v Příloze č. 3 </w:t>
      </w:r>
      <w:proofErr w:type="gramStart"/>
      <w:r>
        <w:t>této</w:t>
      </w:r>
      <w:proofErr w:type="gramEnd"/>
      <w:r>
        <w:t xml:space="preserve"> Smlouvy jsou </w:t>
      </w:r>
      <w:r w:rsidR="002B6892">
        <w:t>uvedeny v korunách českých bez daně z přidané hodnoty.</w:t>
      </w:r>
    </w:p>
    <w:p w:rsidR="002B6892" w:rsidRDefault="002B6892" w:rsidP="00014FBF">
      <w:pPr>
        <w:pStyle w:val="Odstavec3"/>
      </w:pPr>
      <w:r>
        <w:t xml:space="preserve">Prodávající prohlašuje, že uvedené jednotkové ceny Předmětu plnění jsou nejvýše přípustné, neměnné a zahrnují veškeré náklady spojené s jednotlivým plněním </w:t>
      </w:r>
      <w:r>
        <w:lastRenderedPageBreak/>
        <w:t>Prodávajícího, zejména náklady na dopravu do konkrétního místa plnění, náklady na balení apod.</w:t>
      </w:r>
    </w:p>
    <w:p w:rsidR="002B6892" w:rsidRPr="00014FBF" w:rsidRDefault="002B6892" w:rsidP="00014FBF">
      <w:pPr>
        <w:pStyle w:val="Odstavec3"/>
      </w:pPr>
      <w:r>
        <w:t xml:space="preserve">Prodávající garantuje jednotkové ceny Předmětu plnění uvedené v Příloze č. 3 </w:t>
      </w:r>
      <w:proofErr w:type="gramStart"/>
      <w:r>
        <w:t>této</w:t>
      </w:r>
      <w:proofErr w:type="gramEnd"/>
      <w:r>
        <w:t xml:space="preserve"> Smlouvy po celou dobu trvání této Smlouvy. </w:t>
      </w:r>
    </w:p>
    <w:bookmarkEnd w:id="7"/>
    <w:p w:rsidR="00014FBF" w:rsidRDefault="005C5D01" w:rsidP="002B6892">
      <w:pPr>
        <w:pStyle w:val="Odstavec2"/>
      </w:pPr>
      <w:r w:rsidRPr="005C5D01">
        <w:t>K</w:t>
      </w:r>
      <w:r w:rsidR="002B6892">
        <w:t> celkové ceně za plnění Prodávajícího dle dílčí smlouvy</w:t>
      </w:r>
      <w:r w:rsidRPr="005C5D01">
        <w:t xml:space="preserve"> bude při fakturaci připočtena DPH </w:t>
      </w:r>
      <w:r w:rsidR="002B6892">
        <w:t xml:space="preserve">ve výši </w:t>
      </w:r>
      <w:r w:rsidR="000B5466">
        <w:t>v souladu s</w:t>
      </w:r>
      <w:r w:rsidR="002B6892">
        <w:t> platnými právními předpisy ke dni uskutečnění zdanitelného plnění</w:t>
      </w:r>
      <w:r w:rsidRPr="005C5D01">
        <w:t>.</w:t>
      </w:r>
    </w:p>
    <w:p w:rsidR="005C5D01" w:rsidRPr="006C2A1E" w:rsidRDefault="005C5D01" w:rsidP="00280022">
      <w:pPr>
        <w:pStyle w:val="lnek"/>
      </w:pPr>
      <w:r w:rsidRPr="006C2A1E">
        <w:t xml:space="preserve">Platební </w:t>
      </w:r>
      <w:r w:rsidRPr="006C2A1E">
        <w:rPr>
          <w:rFonts w:eastAsiaTheme="minorEastAsia"/>
        </w:rPr>
        <w:t>podmínky</w:t>
      </w:r>
    </w:p>
    <w:p w:rsidR="005C5D01" w:rsidRPr="006C2A1E" w:rsidRDefault="00FB6E4B" w:rsidP="00FB6E4B">
      <w:pPr>
        <w:pStyle w:val="Odstavec2"/>
      </w:pPr>
      <w:r w:rsidRPr="006C2A1E">
        <w:t xml:space="preserve">Cena za provedené plnění bude Kupujícím hrazena jednorázově po řádném a úplném dodání Předmětu plnění podle každé části Předmětu plnění do konkrétního místa plnění ve smyslu dílčí smlouvy, na základě faktur – daňových dokladů (dále jen „faktura“) vystavených po předání a převzetí Předmětu plnění, o kterém bude sepsán Protokol o předání a převzetí. Smluvní strany se dohodly, že Prodávající vystaví samostatně fakturu dle konkrétního místa plnění (konkrétní čerpací stanice dle Přílohy č. 2 této Smlouvy) za každou část Předmětu plnění dodanou a zástupcem Kupujícího převzatou, či v souhrnu dle míst plnění, tj. dle  konkrétních čerpacích stanic, za které vystupuje jedna osoba (jako nájemce) či jedná-li se o zaměstnanecké čerpací stanice Kupujícího, viz Příloha č. 2 </w:t>
      </w:r>
      <w:proofErr w:type="gramStart"/>
      <w:r w:rsidRPr="006C2A1E">
        <w:t>této</w:t>
      </w:r>
      <w:proofErr w:type="gramEnd"/>
      <w:r w:rsidRPr="006C2A1E">
        <w:t xml:space="preserve"> Smlouvy. Faktura bude vystavena ve výši částky odpovídající vždy ceně za konkrétní část Předmětu plnění.</w:t>
      </w:r>
      <w:r w:rsidRPr="006C2A1E" w:rsidDel="00FB6E4B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 xml:space="preserve">v elektronické </w:t>
      </w:r>
      <w:proofErr w:type="gramStart"/>
      <w:r>
        <w:t>podobě:  z elektronické</w:t>
      </w:r>
      <w:proofErr w:type="gramEnd"/>
      <w:r>
        <w:t xml:space="preserve"> adresy </w:t>
      </w:r>
      <w:r w:rsidR="00EC4DD1">
        <w:t>Prodávajícího</w:t>
      </w:r>
      <w:r>
        <w:t xml:space="preserve">: 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</w:t>
      </w:r>
      <w:r w:rsidR="00EC4DD1">
        <w:t>Kupujícího</w:t>
      </w:r>
      <w:r>
        <w:t xml:space="preserve">: </w:t>
      </w:r>
      <w:hyperlink r:id="rId10" w:history="1">
        <w:r w:rsidRPr="0021622F">
          <w:rPr>
            <w:rStyle w:val="Hypertextovodkaz"/>
            <w:u w:val="none"/>
          </w:rPr>
          <w:t>cepro_DF@ceproas.cz</w:t>
        </w:r>
      </w:hyperlink>
      <w:r w:rsidRPr="0021622F"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0B5466" w:rsidRPr="002B6892">
        <w:t>30</w:t>
      </w:r>
      <w:r w:rsidRPr="002B6892">
        <w:t xml:space="preserve"> </w:t>
      </w:r>
      <w:r w:rsidRPr="00E00091">
        <w:t xml:space="preserve">dnů od jejího doručení </w:t>
      </w:r>
      <w:r w:rsidR="000B5466">
        <w:t>Kupujícímu</w:t>
      </w:r>
      <w:r>
        <w:t>.</w:t>
      </w:r>
    </w:p>
    <w:p w:rsidR="009502C0" w:rsidRDefault="009502C0" w:rsidP="00E00091">
      <w:pPr>
        <w:pStyle w:val="Odstavec2"/>
      </w:pPr>
      <w:r w:rsidRPr="009502C0">
        <w:t xml:space="preserve">Nebude-li dohodnuto jinak, veškeré ceny budou sjednány a veškeré platby budou realizovány v korunách českých. Veškeré platby budou prováděny bezhotovostně na účet </w:t>
      </w:r>
      <w:r>
        <w:t>Prodávajícího</w:t>
      </w:r>
      <w:r w:rsidRPr="009502C0">
        <w:t xml:space="preserve"> používaný pro jeho ekonomickou činnost uvedený ve Smlouvě, přičemž </w:t>
      </w:r>
      <w:r w:rsidR="00AF3DED">
        <w:t>Prodávající</w:t>
      </w:r>
      <w:r w:rsidR="00AF3DED" w:rsidRPr="009502C0">
        <w:t xml:space="preserve"> </w:t>
      </w:r>
      <w:r w:rsidRPr="009502C0">
        <w:t>prohlašuje, že jím uvedený účet splňuje náležitosti platné legislativy a bude po celou dobu platnosti Smlouvy uveden v souladu s právními předpisy na úseku daní, zejména v souladu se zákonem č. 235/2004 Sb., o dani z přidané hodnoty, ve znění pozdějších předpisů („</w:t>
      </w:r>
      <w:r w:rsidRPr="009502C0">
        <w:rPr>
          <w:b/>
          <w:i/>
        </w:rPr>
        <w:t>Zákon o DPH</w:t>
      </w:r>
      <w:r w:rsidRPr="009502C0">
        <w:t xml:space="preserve">“), tj. zejména bude číslo bankovního účtu </w:t>
      </w:r>
      <w:r>
        <w:t>Prodávajícího</w:t>
      </w:r>
      <w:r w:rsidRPr="009502C0">
        <w:t xml:space="preserve"> uvedeného ve Smlouvě zveřejněno způsobem umožňujícím dálkový přístup. V případě, že se vyskytnou důvodné pochybnosti </w:t>
      </w:r>
      <w:r>
        <w:t>Kupujícího</w:t>
      </w:r>
      <w:r w:rsidRPr="009502C0">
        <w:t xml:space="preserve"> o dodržování pravidel na úseku daňových předpisů </w:t>
      </w:r>
      <w:r>
        <w:t>Prodávajícím</w:t>
      </w:r>
      <w:r w:rsidRPr="009502C0">
        <w:t xml:space="preserve"> (zejména v případě, že </w:t>
      </w:r>
      <w:r>
        <w:t>Prodávající</w:t>
      </w:r>
      <w:r w:rsidRPr="009502C0">
        <w:t xml:space="preserve"> bude označen za nespolehlivého plátce; v případě, že bankovní účet </w:t>
      </w:r>
      <w:r>
        <w:t>Prodávajícího</w:t>
      </w:r>
      <w:r w:rsidRPr="009502C0">
        <w:t xml:space="preserve"> uvedený ve Smlouvě nebude odpovídat údajům zveřejněným způsobem umožňujícím dálkový přístup dle Zákona o DPH, atp.), je </w:t>
      </w:r>
      <w:r>
        <w:t>Kupující</w:t>
      </w:r>
      <w:r w:rsidRPr="009502C0">
        <w:t xml:space="preserve"> oprávněn pozastavit platbu </w:t>
      </w:r>
      <w:r>
        <w:t>Prodávajícímu</w:t>
      </w:r>
      <w:r w:rsidRPr="009502C0">
        <w:t xml:space="preserve"> do doby učinění nápravy, přičemž pozastavení platby </w:t>
      </w:r>
      <w:r>
        <w:t>Prodávajícímu</w:t>
      </w:r>
      <w:r w:rsidRPr="009502C0">
        <w:t xml:space="preserve"> oznámí a </w:t>
      </w:r>
      <w:r>
        <w:t>Kupující</w:t>
      </w:r>
      <w:r w:rsidRPr="009502C0">
        <w:t xml:space="preserve"> v pozici ručitele za odvedení daně z přidané hodnoty bude postupovat způsobem uvedeným </w:t>
      </w:r>
      <w:r w:rsidR="002B6892">
        <w:t>níže ve</w:t>
      </w:r>
      <w:r>
        <w:t xml:space="preserve"> </w:t>
      </w:r>
      <w:r w:rsidR="002B6892">
        <w:t>Smlouvě</w:t>
      </w:r>
      <w:r w:rsidRPr="009502C0">
        <w:t xml:space="preserve">. V případě pozastavení platby z výše uvedených důvodů není </w:t>
      </w:r>
      <w:r>
        <w:t>Kupující</w:t>
      </w:r>
      <w:r w:rsidRPr="009502C0">
        <w:t xml:space="preserve"> v prodlení s platbou a </w:t>
      </w:r>
      <w:r>
        <w:t>Prodávající</w:t>
      </w:r>
      <w:r w:rsidRPr="009502C0">
        <w:t xml:space="preserve"> nemá nárok uplatňovat vůči </w:t>
      </w:r>
      <w:r>
        <w:t>Kupujícímu</w:t>
      </w:r>
      <w:r w:rsidRPr="009502C0">
        <w:t xml:space="preserve"> jakékoli sankce z důvodu neprovedení platby </w:t>
      </w:r>
      <w:r>
        <w:t>Kupujícím</w:t>
      </w:r>
      <w:r w:rsidRPr="009502C0">
        <w:t>, ani nárok na náhradu škody.</w:t>
      </w:r>
    </w:p>
    <w:p w:rsidR="00415A70" w:rsidRDefault="00371E55" w:rsidP="00E00091">
      <w:pPr>
        <w:pStyle w:val="Odstavec2"/>
      </w:pPr>
      <w:r w:rsidRPr="00371E55">
        <w:t>Daňový doklad – faktura musí obsahovat všechny náležitosti daňového dokladu dané zákonem č. 235/2004 Sb., o dani z přidané hodnoty, ve znění platném ke dni zdanitelného plnění nebo ke dni přijetí platby, podle toho, který den nastane dříve.</w:t>
      </w:r>
    </w:p>
    <w:p w:rsidR="00415A70" w:rsidRDefault="00371E55" w:rsidP="00E00091">
      <w:pPr>
        <w:pStyle w:val="Odstavec2"/>
      </w:pPr>
      <w:r w:rsidRPr="00371E55">
        <w:t>Daňový doklad – faktura musí dále obsahovat číslo dílčí smlouvy a náležitosti stanovené příslušnými právními předpisy, platnými v době jejího vystavení. Přílohou daňového dokladu – faktury bude vždy kopie dodacího listu.</w:t>
      </w:r>
      <w:r w:rsidR="003A0A7B">
        <w:t xml:space="preserve"> Prodávající</w:t>
      </w:r>
      <w:r w:rsidR="003A0A7B" w:rsidRPr="003A0A7B">
        <w:t xml:space="preserve"> vystaví fakturu s náležitostmi dle tohoto článku v písemné po</w:t>
      </w:r>
      <w:r w:rsidR="00A60202">
        <w:t>době nebo v elektronické podobě.</w:t>
      </w:r>
      <w:bookmarkStart w:id="8" w:name="_GoBack"/>
      <w:bookmarkEnd w:id="8"/>
    </w:p>
    <w:p w:rsidR="003A0A7B" w:rsidRDefault="003A0A7B" w:rsidP="003A0A7B">
      <w:pPr>
        <w:pStyle w:val="Odstavec2"/>
      </w:pPr>
      <w:r>
        <w:t>Prodávající splní svou povinnost doručit fakturu</w:t>
      </w:r>
    </w:p>
    <w:p w:rsidR="003A0A7B" w:rsidRDefault="003A0A7B" w:rsidP="002B6892">
      <w:pPr>
        <w:pStyle w:val="Odstavec2"/>
        <w:numPr>
          <w:ilvl w:val="0"/>
          <w:numId w:val="38"/>
        </w:numPr>
      </w:pPr>
      <w:r>
        <w:t xml:space="preserve">v listinné podobě doručením Kupujícímu na fakturační adresu uvedenou ve Smlouvě nebo na adresu řádně písemně oznámenou v souladu se Smlouvou; </w:t>
      </w:r>
    </w:p>
    <w:p w:rsidR="003A0A7B" w:rsidRDefault="003A0A7B" w:rsidP="002B6892">
      <w:pPr>
        <w:pStyle w:val="Odstavec2"/>
        <w:numPr>
          <w:ilvl w:val="0"/>
          <w:numId w:val="38"/>
        </w:numPr>
      </w:pPr>
      <w:r>
        <w:lastRenderedPageBreak/>
        <w:t>v elektronické podobě odesláním Kupujícímu z elektronické adresy Prodávajícího uvedené ve Smlouvě (bez oznámení této adresy Kupujícímu není Prodávající oprávněn využít elektronickou podobu faktury) a doručením Kupujícímu na jeho e-mailovou adresu stanovenou ve Smlouvě, případně řádně oznámenou v souladu se Smlouvou.</w:t>
      </w:r>
    </w:p>
    <w:p w:rsidR="00371E55" w:rsidRDefault="00371E55" w:rsidP="00E00091">
      <w:pPr>
        <w:pStyle w:val="Odstavec2"/>
      </w:pPr>
      <w:bookmarkStart w:id="9" w:name="_Ref372122071"/>
      <w:r w:rsidRPr="00371E55">
        <w:t>V případě, že zaslaný daňový doklad – faktura, nebude</w:t>
      </w:r>
      <w:r w:rsidR="003A0A7B">
        <w:t xml:space="preserve"> </w:t>
      </w:r>
      <w:r w:rsidR="003A0A7B" w:rsidRPr="003A0A7B">
        <w:rPr>
          <w:iCs/>
        </w:rPr>
        <w:t>obsahovat veškeré údaje vyžadované závaznými právními předpisy České republiky a náležitosti a údaje v souladu s tímto článkem</w:t>
      </w:r>
      <w:r w:rsidR="003A0A7B">
        <w:rPr>
          <w:iCs/>
        </w:rPr>
        <w:t xml:space="preserve"> </w:t>
      </w:r>
      <w:r w:rsidR="003A0A7B" w:rsidRPr="003A0A7B">
        <w:rPr>
          <w:iCs/>
        </w:rPr>
        <w:t xml:space="preserve">nebo v ní budou uvedeny nesprávné údaje, údaje neodpovídající závazným právním předpisům České republiky nebo bude požadována úhrada faktury způsobem, kdy se </w:t>
      </w:r>
      <w:r w:rsidR="003A0A7B">
        <w:rPr>
          <w:iCs/>
        </w:rPr>
        <w:t>Kupující</w:t>
      </w:r>
      <w:r w:rsidR="003A0A7B" w:rsidRPr="003A0A7B">
        <w:rPr>
          <w:iCs/>
        </w:rPr>
        <w:t xml:space="preserve"> stane či může stát ručitelem za odvod DPH </w:t>
      </w:r>
      <w:r w:rsidR="003A0A7B">
        <w:rPr>
          <w:iCs/>
        </w:rPr>
        <w:t>Prodávajícím</w:t>
      </w:r>
      <w:r w:rsidR="003A0A7B" w:rsidRPr="003A0A7B">
        <w:rPr>
          <w:iCs/>
        </w:rPr>
        <w:t xml:space="preserve">, vyzve </w:t>
      </w:r>
      <w:r w:rsidR="003A0A7B">
        <w:rPr>
          <w:iCs/>
        </w:rPr>
        <w:t>Kupující</w:t>
      </w:r>
      <w:r w:rsidR="003A0A7B" w:rsidRPr="003A0A7B">
        <w:rPr>
          <w:iCs/>
        </w:rPr>
        <w:t xml:space="preserve"> </w:t>
      </w:r>
      <w:r w:rsidR="003A0A7B">
        <w:rPr>
          <w:iCs/>
        </w:rPr>
        <w:t>Prodávajícího</w:t>
      </w:r>
      <w:r w:rsidR="003A0A7B" w:rsidRPr="003A0A7B">
        <w:rPr>
          <w:iCs/>
        </w:rPr>
        <w:t xml:space="preserve"> k opravě a/nebo předložení nové bezvadné faktury s náležitostmi dle Smlouvy</w:t>
      </w:r>
      <w:r w:rsidRPr="00371E55">
        <w:t xml:space="preserve"> </w:t>
      </w:r>
      <w:r w:rsidR="003A0A7B">
        <w:t>Prodávající</w:t>
      </w:r>
      <w:r w:rsidR="003A0A7B" w:rsidRPr="003A0A7B">
        <w:t xml:space="preserve"> je povinen fakturu přepracovat, včetně změny lhůty splatnosti, a doručit ji </w:t>
      </w:r>
      <w:r w:rsidR="003A0A7B">
        <w:t>Kupujícímu</w:t>
      </w:r>
      <w:r w:rsidR="003A0A7B" w:rsidRPr="003A0A7B">
        <w:t xml:space="preserve">. </w:t>
      </w:r>
      <w:r w:rsidR="003A0A7B" w:rsidRPr="003A0A7B">
        <w:rPr>
          <w:iCs/>
        </w:rPr>
        <w:t xml:space="preserve">V tomto případě od učinění výzvy </w:t>
      </w:r>
      <w:r w:rsidR="003A0A7B">
        <w:rPr>
          <w:iCs/>
        </w:rPr>
        <w:t>Kupujícího</w:t>
      </w:r>
      <w:r w:rsidR="003A0A7B" w:rsidRPr="003A0A7B">
        <w:rPr>
          <w:iCs/>
        </w:rPr>
        <w:t xml:space="preserve"> k opravě a/nebo předložení nové bezvadné faktury </w:t>
      </w:r>
      <w:r w:rsidR="003A0A7B">
        <w:rPr>
          <w:iCs/>
        </w:rPr>
        <w:t>Prodávajícím</w:t>
      </w:r>
      <w:r w:rsidR="003A0A7B" w:rsidRPr="003A0A7B">
        <w:rPr>
          <w:iCs/>
        </w:rPr>
        <w:t xml:space="preserve"> </w:t>
      </w:r>
      <w:r w:rsidR="003A0A7B">
        <w:rPr>
          <w:iCs/>
        </w:rPr>
        <w:t>Kupujícímu</w:t>
      </w:r>
      <w:r w:rsidR="003A0A7B" w:rsidRPr="003A0A7B">
        <w:rPr>
          <w:iCs/>
        </w:rPr>
        <w:t xml:space="preserve"> dle první věty tohoto </w:t>
      </w:r>
      <w:r w:rsidR="003A0A7B">
        <w:rPr>
          <w:iCs/>
        </w:rPr>
        <w:t>odstavce</w:t>
      </w:r>
      <w:r w:rsidR="003A0A7B" w:rsidRPr="003A0A7B">
        <w:rPr>
          <w:iCs/>
        </w:rPr>
        <w:t xml:space="preserve"> </w:t>
      </w:r>
      <w:r w:rsidR="00E36300">
        <w:rPr>
          <w:iCs/>
        </w:rPr>
        <w:t>Smlouvy</w:t>
      </w:r>
      <w:r w:rsidR="003A0A7B" w:rsidRPr="003A0A7B">
        <w:rPr>
          <w:iCs/>
        </w:rPr>
        <w:t xml:space="preserve"> do doby doručení bezvadné faktury </w:t>
      </w:r>
      <w:r w:rsidR="00E36300">
        <w:rPr>
          <w:iCs/>
        </w:rPr>
        <w:t>Prodávajícím</w:t>
      </w:r>
      <w:r w:rsidR="003A0A7B" w:rsidRPr="003A0A7B">
        <w:rPr>
          <w:iCs/>
        </w:rPr>
        <w:t xml:space="preserve"> </w:t>
      </w:r>
      <w:r w:rsidR="00E36300">
        <w:rPr>
          <w:iCs/>
        </w:rPr>
        <w:t>Kupujícímu</w:t>
      </w:r>
      <w:r w:rsidR="003A0A7B" w:rsidRPr="003A0A7B">
        <w:rPr>
          <w:iCs/>
        </w:rPr>
        <w:t xml:space="preserve"> na fakturační adresu </w:t>
      </w:r>
      <w:r w:rsidR="00E36300">
        <w:rPr>
          <w:iCs/>
        </w:rPr>
        <w:t>Kupujícího,</w:t>
      </w:r>
      <w:r w:rsidR="003A0A7B" w:rsidRPr="003A0A7B">
        <w:rPr>
          <w:iCs/>
        </w:rPr>
        <w:t xml:space="preserve"> nemá </w:t>
      </w:r>
      <w:r w:rsidR="00E36300">
        <w:rPr>
          <w:iCs/>
        </w:rPr>
        <w:t>Prodávající</w:t>
      </w:r>
      <w:r w:rsidR="003A0A7B" w:rsidRPr="003A0A7B">
        <w:rPr>
          <w:iCs/>
        </w:rPr>
        <w:t xml:space="preserve"> nárok na zaplacení fakturované částky, úrok z prodlení ani jakoukoliv jinou sankci a </w:t>
      </w:r>
      <w:r w:rsidR="00E36300">
        <w:rPr>
          <w:iCs/>
        </w:rPr>
        <w:t>Kupující</w:t>
      </w:r>
      <w:r w:rsidR="003A0A7B" w:rsidRPr="003A0A7B">
        <w:rPr>
          <w:iCs/>
        </w:rPr>
        <w:t xml:space="preserve"> není v prodlení se zaplacením fakturované částky. Lhůta splatnosti počíná běžet znovu až ode dne doručení bezvadné faktury </w:t>
      </w:r>
      <w:r w:rsidR="00E36300">
        <w:rPr>
          <w:iCs/>
        </w:rPr>
        <w:t>Kupujícímu</w:t>
      </w:r>
      <w:r w:rsidR="003A0A7B" w:rsidRPr="003A0A7B">
        <w:rPr>
          <w:iCs/>
        </w:rPr>
        <w:t>.</w:t>
      </w:r>
      <w:bookmarkEnd w:id="9"/>
    </w:p>
    <w:p w:rsidR="00C523BA" w:rsidRDefault="00C523BA" w:rsidP="00E00091">
      <w:pPr>
        <w:pStyle w:val="Odstavec2"/>
      </w:pPr>
      <w:r w:rsidRPr="00C523BA">
        <w:t xml:space="preserve">Dnem úhrady daňového dokladu - faktury se rozumí den odepsání částky z účtu </w:t>
      </w:r>
      <w:r w:rsidR="00EC4DD1">
        <w:t>Kupujícího</w:t>
      </w:r>
      <w:r>
        <w:t>.</w:t>
      </w:r>
    </w:p>
    <w:p w:rsidR="00E36300" w:rsidRDefault="00E36300" w:rsidP="00E00091">
      <w:pPr>
        <w:pStyle w:val="Odstavec2"/>
      </w:pPr>
      <w:bookmarkStart w:id="10" w:name="_Ref344879929"/>
      <w:r w:rsidRPr="00E36300">
        <w:t xml:space="preserve">Smluvní strany sjednávají, že v případech, kdy </w:t>
      </w:r>
      <w:r>
        <w:t>Kupující</w:t>
      </w:r>
      <w:r w:rsidRPr="00E36300">
        <w:t xml:space="preserve"> je, nebo může být ručitelem za odvedení daně z přidané hodnoty </w:t>
      </w:r>
      <w:r>
        <w:t>Prodávajícím</w:t>
      </w:r>
      <w:r w:rsidRPr="00E36300">
        <w:t xml:space="preserve"> z příslušného plnění, nebo pokud se jím </w:t>
      </w:r>
      <w:r>
        <w:t>Kupující</w:t>
      </w:r>
      <w:r w:rsidRPr="00E36300">
        <w:t xml:space="preserve"> stane nebo může stát v důsledku změny zákonné úpravy, je </w:t>
      </w:r>
      <w:r>
        <w:t>Kupující</w:t>
      </w:r>
      <w:r w:rsidRPr="00E36300">
        <w:t xml:space="preserve"> oprávněn uhradit na účet </w:t>
      </w:r>
      <w:r>
        <w:t>Prodávajícího</w:t>
      </w:r>
      <w:r w:rsidRPr="00E36300">
        <w:t xml:space="preserve"> uvedený ve Smlouvě pouze fakturovanou částku za dodané plnění bez daně z přidané hodnoty. Částku odpovídající dani z přidané hodnoty ve výši uvedené na faktuře (daňovém dokladu), případně ve výši v souladu s platnými předpisy, je-li tato vyšší, je </w:t>
      </w:r>
      <w:r>
        <w:t>Kupující</w:t>
      </w:r>
      <w:r w:rsidRPr="00E36300">
        <w:t xml:space="preserve"> v takovém případě oprávněn místo </w:t>
      </w:r>
      <w:r>
        <w:t>Prodávajícímu</w:t>
      </w:r>
      <w:r w:rsidRPr="00E36300">
        <w:t xml:space="preserve"> jako poskytovateli zdanitelného plnění uhradit v souladu s příslušnými ustanoveními Zákona o DPH (tj. zejména dle ustanovení §§ 109, 109a, event. dalších) přímo na příslušný účet správce daně </w:t>
      </w:r>
      <w:r>
        <w:t>Prodávajícího</w:t>
      </w:r>
      <w:r w:rsidRPr="00E36300">
        <w:t xml:space="preserve"> jako poskytovatele zdanitelného plnění s údaji potřebnými pro identifikaci platby dle příslušných ustanovení Zákona o DPH. Úhradou daně z přidané hodnoty na účet správce daně </w:t>
      </w:r>
      <w:r w:rsidR="00AF3DED">
        <w:t>Prodávajícího</w:t>
      </w:r>
      <w:r w:rsidRPr="00E36300">
        <w:t xml:space="preserve"> tak bude splněn závazek </w:t>
      </w:r>
      <w:r w:rsidR="00AF3DED">
        <w:t>Kupujícího</w:t>
      </w:r>
      <w:r w:rsidRPr="00E36300">
        <w:t xml:space="preserve"> vůči </w:t>
      </w:r>
      <w:r w:rsidR="00AF3DED">
        <w:t>Prodávajícímu</w:t>
      </w:r>
      <w:r w:rsidRPr="00E36300">
        <w:t xml:space="preserve"> zaplatit </w:t>
      </w:r>
      <w:r w:rsidR="00AF3DED">
        <w:t>c</w:t>
      </w:r>
      <w:r w:rsidRPr="00E36300">
        <w:t xml:space="preserve">enu </w:t>
      </w:r>
      <w:r w:rsidR="00AF3DED">
        <w:t xml:space="preserve">plnění </w:t>
      </w:r>
      <w:r w:rsidRPr="00E36300">
        <w:t xml:space="preserve">v částce uhrazené na účet správce daně </w:t>
      </w:r>
      <w:r w:rsidR="00AF3DED">
        <w:t>Prodávajícího</w:t>
      </w:r>
      <w:r w:rsidRPr="00E36300">
        <w:t>.</w:t>
      </w:r>
      <w:bookmarkEnd w:id="10"/>
      <w:r w:rsidR="009502C0">
        <w:t xml:space="preserve"> </w:t>
      </w:r>
      <w:r w:rsidR="009502C0" w:rsidRPr="009502C0">
        <w:t xml:space="preserve">O postupu </w:t>
      </w:r>
      <w:r w:rsidR="009502C0">
        <w:t>Kupujícího</w:t>
      </w:r>
      <w:r w:rsidR="009502C0" w:rsidRPr="009502C0">
        <w:t xml:space="preserve"> dle </w:t>
      </w:r>
      <w:r w:rsidR="009502C0">
        <w:t>tohoto odstavce</w:t>
      </w:r>
      <w:r w:rsidR="009502C0" w:rsidRPr="009502C0">
        <w:t xml:space="preserve"> bude </w:t>
      </w:r>
      <w:r w:rsidR="009502C0">
        <w:t>Kupující</w:t>
      </w:r>
      <w:r w:rsidR="009502C0" w:rsidRPr="009502C0">
        <w:t xml:space="preserve"> písemně bez zbytečného odkladu informovat </w:t>
      </w:r>
      <w:r w:rsidR="009502C0">
        <w:t>Prodávajícího</w:t>
      </w:r>
      <w:r w:rsidR="009502C0" w:rsidRPr="009502C0">
        <w:t xml:space="preserve"> jako poskytovatele zdanitelného plnění, za nějž byla daň z přidané hodnoty takto odvedena</w:t>
      </w:r>
      <w:r w:rsidR="009502C0">
        <w:t xml:space="preserve">. </w:t>
      </w:r>
      <w:r w:rsidR="009502C0" w:rsidRPr="009502C0">
        <w:t>Uhrazení závazku učiněné způsobem uvedeným v</w:t>
      </w:r>
      <w:r w:rsidR="009502C0">
        <w:t> tomto odstavci v souladu se Zákonem o DPH</w:t>
      </w:r>
      <w:r w:rsidR="009502C0" w:rsidRPr="009502C0">
        <w:t xml:space="preserve"> není porušením smluvních povinností ze strany </w:t>
      </w:r>
      <w:r w:rsidR="009502C0">
        <w:t>Kupujícího</w:t>
      </w:r>
      <w:r w:rsidR="009502C0" w:rsidRPr="009502C0">
        <w:t xml:space="preserve"> a nezakládá nárok </w:t>
      </w:r>
      <w:r w:rsidR="009502C0">
        <w:t>Prodávajícího</w:t>
      </w:r>
      <w:r w:rsidR="009502C0" w:rsidRPr="009502C0">
        <w:t xml:space="preserve"> požadovat úhradu zákonných či smluvních sankcí za neuhrazení finančních prostředků ani na náhradu škody.</w:t>
      </w:r>
    </w:p>
    <w:p w:rsidR="00414747" w:rsidRDefault="00414747" w:rsidP="00E00091">
      <w:pPr>
        <w:pStyle w:val="Odstavec2"/>
      </w:pPr>
      <w:r w:rsidRPr="00414747">
        <w:t xml:space="preserve">Smluvní strany se dohodly, že </w:t>
      </w:r>
      <w:r>
        <w:t>Kupující</w:t>
      </w:r>
      <w:r w:rsidRPr="00414747">
        <w:t xml:space="preserve"> je oprávněn pozastavit úhradu faktury </w:t>
      </w:r>
      <w:r>
        <w:t>Prodávajícímu</w:t>
      </w:r>
      <w:r w:rsidRPr="00414747">
        <w:t xml:space="preserve">, pokud bude na </w:t>
      </w:r>
      <w:r>
        <w:t>Prodávajícího</w:t>
      </w:r>
      <w:r w:rsidRPr="00414747">
        <w:t xml:space="preserve"> podán návrh na zahájení insolvenčního řízení. </w:t>
      </w:r>
      <w:r>
        <w:t>Kupující</w:t>
      </w:r>
      <w:r w:rsidRPr="00414747">
        <w:t xml:space="preserve"> je oprávněn v těchto případech pozastavit výplatu do doby vydání soudního rozhodnutí o insolvenčním návrhu ve věci probíhajícího insolvenčního řízení (takovými rozhodnutími se rozumí rozhodnutí uvedená v Hlavě IV., Díl 5 zákona č. 182/2006 Sb., insolvenční zákon, ve znění pozdějších předpisů /dále jen „</w:t>
      </w:r>
      <w:r w:rsidRPr="00414747">
        <w:rPr>
          <w:b/>
          <w:i/>
        </w:rPr>
        <w:t>Insolvenční zákon</w:t>
      </w:r>
      <w:r w:rsidRPr="00414747">
        <w:t xml:space="preserve">“/). Pozastavení výplaty faktury z důvodu probíhajícího insolvenčního řízení není prodlením </w:t>
      </w:r>
      <w:r>
        <w:t>Kupujícího</w:t>
      </w:r>
      <w:r w:rsidRPr="00414747">
        <w:t xml:space="preserve">. Bude-li insolvenční návrh pravomocně odmítnut, zamítnut, nebo bude insolvenční řízení pravomocně zastaveno, uhradí </w:t>
      </w:r>
      <w:r>
        <w:t>Kupující</w:t>
      </w:r>
      <w:r w:rsidRPr="00414747">
        <w:t xml:space="preserve"> fakturu do 30 dnů ode dne, kdy obdrží od </w:t>
      </w:r>
      <w:r>
        <w:t>Prodávajícího</w:t>
      </w:r>
      <w:r w:rsidRPr="00414747">
        <w:t xml:space="preserve"> pravomocné rozhodnutí o odmítnutí insolvenčního návrhu, zamítnutí insolvenčního návrhu, nebo zastavení insolvenčního řízení, s vyznačením právní moci. V případě, že bude rozhodnuto o způsobu řešení úpadku, bude </w:t>
      </w:r>
      <w:r>
        <w:t>Kupující</w:t>
      </w:r>
      <w:r w:rsidRPr="00414747">
        <w:t xml:space="preserve"> postupovat v souladu s Insolvenčním zákonem.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="003D4A71">
        <w:rPr>
          <w:rFonts w:eastAsiaTheme="minorEastAsia"/>
        </w:rPr>
        <w:t>, přechod vlastnictví a nebezpečí nahodilé škody</w:t>
      </w:r>
    </w:p>
    <w:p w:rsidR="00AE1F3C" w:rsidRPr="00AE1F3C" w:rsidRDefault="00AE1F3C" w:rsidP="00AE1F3C">
      <w:pPr>
        <w:pStyle w:val="Odstavec2"/>
        <w:numPr>
          <w:ilvl w:val="0"/>
          <w:numId w:val="0"/>
        </w:numPr>
        <w:ind w:left="567"/>
        <w:rPr>
          <w:rFonts w:cs="Arial"/>
        </w:rPr>
      </w:pPr>
    </w:p>
    <w:p w:rsidR="00AE1F3C" w:rsidRPr="00AE1F3C" w:rsidRDefault="00AE1F3C" w:rsidP="00AE1F3C">
      <w:pPr>
        <w:pStyle w:val="Odstavec2"/>
        <w:rPr>
          <w:rFonts w:cs="Arial"/>
        </w:rPr>
      </w:pPr>
      <w:r>
        <w:t xml:space="preserve">Za splnění </w:t>
      </w:r>
      <w:r w:rsidRPr="00AE1F3C">
        <w:t xml:space="preserve">jednotlivých dodávek zboží </w:t>
      </w:r>
      <w:r>
        <w:t>– dílčí smlouvy Prodávajícím se považuje v souladu s touto S</w:t>
      </w:r>
      <w:r w:rsidRPr="00AE1F3C">
        <w:t xml:space="preserve">mlouvou a na základě požadavků </w:t>
      </w:r>
      <w:r>
        <w:t>Kupujícího podle této S</w:t>
      </w:r>
      <w:r w:rsidRPr="00AE1F3C">
        <w:t xml:space="preserve">mlouvy předání bezvadného, nového a nepoužitého </w:t>
      </w:r>
      <w:r>
        <w:t>Předmětu plnění</w:t>
      </w:r>
      <w:r w:rsidRPr="00AE1F3C">
        <w:t xml:space="preserve"> v místě plnění, kterým je určené dodací mí</w:t>
      </w:r>
      <w:r>
        <w:t>sto konkretizované v o</w:t>
      </w:r>
      <w:r w:rsidRPr="00AE1F3C">
        <w:t xml:space="preserve">bjednávce, a převzetí bezvadného, nového a nepoužitého </w:t>
      </w:r>
      <w:r>
        <w:t>Předmětu plnění</w:t>
      </w:r>
      <w:r w:rsidRPr="00AE1F3C">
        <w:t xml:space="preserve"> v místě plnění zástupcem </w:t>
      </w:r>
      <w:r>
        <w:t>Kupujícího</w:t>
      </w:r>
      <w:r w:rsidRPr="00AE1F3C">
        <w:t xml:space="preserve"> oprávněného jednat za </w:t>
      </w:r>
      <w:r>
        <w:t>Kupujícího</w:t>
      </w:r>
      <w:r w:rsidRPr="00AE1F3C">
        <w:t xml:space="preserve"> a současným podpisem dodacího </w:t>
      </w:r>
      <w:r w:rsidRPr="00AE1F3C">
        <w:lastRenderedPageBreak/>
        <w:t xml:space="preserve">dokladu.  Dodacím dokladem se rozumí dodací list, přičemž pro každou dodávku bude vystaven vždy samostatný dodací list. Dodací list/y budou tvořit přílohu faktur/y vystavené </w:t>
      </w:r>
      <w:r>
        <w:t>Prodávajícím</w:t>
      </w:r>
      <w:r w:rsidRPr="00AE1F3C">
        <w:t xml:space="preserve"> na základě a dle této Smlouvy.</w:t>
      </w:r>
    </w:p>
    <w:p w:rsidR="00AE1F3C" w:rsidRPr="00AE1F3C" w:rsidRDefault="002D0422" w:rsidP="002D0422">
      <w:pPr>
        <w:pStyle w:val="Odstavec2"/>
        <w:rPr>
          <w:rFonts w:cs="Arial"/>
        </w:rPr>
      </w:pPr>
      <w:r>
        <w:t>Předání a převzetí předmětu koupě se uskuteční při řádném dodání P</w:t>
      </w:r>
      <w:r w:rsidR="00AE1F3C">
        <w:t>ředmětu plnění P</w:t>
      </w:r>
      <w:r>
        <w:t>rodávajícím do místa převzetí</w:t>
      </w:r>
      <w:r w:rsidR="00AE1F3C">
        <w:t xml:space="preserve"> dle každé jednotlivé dílčí smlouvy.</w:t>
      </w:r>
    </w:p>
    <w:p w:rsidR="002D0422" w:rsidRPr="00306A22" w:rsidRDefault="002D0422" w:rsidP="00AE1F3C">
      <w:pPr>
        <w:pStyle w:val="Odstavec3"/>
        <w:rPr>
          <w:rFonts w:cs="Arial"/>
        </w:rPr>
      </w:pPr>
      <w:r w:rsidRPr="00AC2A37">
        <w:t xml:space="preserve">Za </w:t>
      </w:r>
      <w:r>
        <w:t>řádné předán</w:t>
      </w:r>
      <w:r w:rsidR="00AE1F3C">
        <w:t>í a převzetí P</w:t>
      </w:r>
      <w:r>
        <w:t>ředmětu plnění</w:t>
      </w:r>
      <w:r w:rsidRPr="00AC2A37">
        <w:t xml:space="preserve"> se považuje </w:t>
      </w:r>
      <w:r w:rsidR="00AE1F3C">
        <w:t>předání P</w:t>
      </w:r>
      <w:r>
        <w:t>ř</w:t>
      </w:r>
      <w:r w:rsidR="00AE1F3C">
        <w:t>edmětu plnění specifikovaného touto Smlouvou a dílčí smlouvou Prodávajícím K</w:t>
      </w:r>
      <w:r>
        <w:t xml:space="preserve">upujícímu a </w:t>
      </w:r>
      <w:r w:rsidRPr="00AC2A37">
        <w:t>převzetí</w:t>
      </w:r>
      <w:r w:rsidR="00AE1F3C">
        <w:t xml:space="preserve"> P</w:t>
      </w:r>
      <w:r>
        <w:t>ředmětu</w:t>
      </w:r>
      <w:r w:rsidRPr="00AC2A37">
        <w:t xml:space="preserve"> plnění</w:t>
      </w:r>
      <w:r>
        <w:t xml:space="preserve"> specifikovaného </w:t>
      </w:r>
      <w:r w:rsidR="00AE1F3C">
        <w:t>touto Smlouvou a dílčí smlouvou</w:t>
      </w:r>
      <w:r w:rsidRPr="00AC2A37">
        <w:t xml:space="preserve"> pověřeným zástu</w:t>
      </w:r>
      <w:r w:rsidR="00AE1F3C">
        <w:t>pcem K</w:t>
      </w:r>
      <w:r w:rsidRPr="00AC2A37">
        <w:t>upujícího v místě plnění</w:t>
      </w:r>
      <w:r>
        <w:t xml:space="preserve"> </w:t>
      </w:r>
      <w:r w:rsidRPr="00AC2A37">
        <w:t xml:space="preserve">a podpisem </w:t>
      </w:r>
      <w:r w:rsidRPr="006C14B8">
        <w:t>dodacího listu</w:t>
      </w:r>
      <w:r w:rsidRPr="00AC2A37">
        <w:t xml:space="preserve"> a předávacího protokolu oběma </w:t>
      </w:r>
      <w:r>
        <w:t xml:space="preserve">smluvními </w:t>
      </w:r>
      <w:r w:rsidRPr="00AC2A37">
        <w:t>stranami</w:t>
      </w:r>
      <w:r>
        <w:t>.</w:t>
      </w:r>
      <w:r w:rsidRPr="00306A22">
        <w:rPr>
          <w:sz w:val="24"/>
          <w:szCs w:val="24"/>
        </w:rPr>
        <w:t xml:space="preserve"> </w:t>
      </w:r>
      <w:r w:rsidR="00AE1F3C">
        <w:rPr>
          <w:rFonts w:cs="Arial"/>
        </w:rPr>
        <w:t>Pro potvrzení předání P</w:t>
      </w:r>
      <w:r w:rsidRPr="00CD0195">
        <w:rPr>
          <w:rFonts w:cs="Arial"/>
        </w:rPr>
        <w:t xml:space="preserve">ředmětu plnění </w:t>
      </w:r>
      <w:r w:rsidR="00AE1F3C">
        <w:rPr>
          <w:rFonts w:cs="Arial"/>
        </w:rPr>
        <w:t>či jeho části (v souladu s dílčí smlouvou) Prodávajícím Kupujícímu a převzetí dotčeného P</w:t>
      </w:r>
      <w:r w:rsidRPr="00CD0195">
        <w:rPr>
          <w:rFonts w:cs="Arial"/>
        </w:rPr>
        <w:t xml:space="preserve">ředmětu plnění </w:t>
      </w:r>
      <w:r w:rsidR="00AE1F3C">
        <w:rPr>
          <w:rFonts w:cs="Arial"/>
        </w:rPr>
        <w:t>od Prodávajícího oprávněnou osobou K</w:t>
      </w:r>
      <w:r w:rsidRPr="00CD0195">
        <w:rPr>
          <w:rFonts w:cs="Arial"/>
        </w:rPr>
        <w:t>upujícího musí být oběma smluv</w:t>
      </w:r>
      <w:r w:rsidR="00AE1F3C">
        <w:rPr>
          <w:rFonts w:cs="Arial"/>
        </w:rPr>
        <w:t>ními stranami podepsán</w:t>
      </w:r>
      <w:r w:rsidRPr="00CD0195">
        <w:rPr>
          <w:rFonts w:cs="Arial"/>
        </w:rPr>
        <w:t xml:space="preserve"> protokol o převzetí předmětu plnění</w:t>
      </w:r>
      <w:r>
        <w:rPr>
          <w:rFonts w:cs="Arial"/>
        </w:rPr>
        <w:t xml:space="preserve"> (dále a výše jen „předávací protokol“)</w:t>
      </w:r>
      <w:r w:rsidRPr="00CD0195">
        <w:rPr>
          <w:rFonts w:cs="Arial"/>
        </w:rPr>
        <w:t>.</w:t>
      </w:r>
      <w:r w:rsidRPr="00306A22">
        <w:rPr>
          <w:rFonts w:cs="Arial"/>
        </w:rPr>
        <w:t xml:space="preserve"> </w:t>
      </w:r>
    </w:p>
    <w:p w:rsidR="002D0422" w:rsidRPr="00CD0195" w:rsidRDefault="002D0422" w:rsidP="002D0422">
      <w:pPr>
        <w:pStyle w:val="Odstavec3"/>
      </w:pPr>
      <w:r w:rsidRPr="00306A22">
        <w:t xml:space="preserve">Kupující </w:t>
      </w:r>
      <w:r w:rsidR="00AE1F3C">
        <w:t>není k převzetí P</w:t>
      </w:r>
      <w:r w:rsidRPr="00CD0195">
        <w:t xml:space="preserve">ředmětu plnění </w:t>
      </w:r>
      <w:r w:rsidR="00AE1F3C">
        <w:t>či jeho části povinen, bude-li P</w:t>
      </w:r>
      <w:r w:rsidRPr="00CD0195">
        <w:t>ředmět plnění mít z</w:t>
      </w:r>
      <w:r w:rsidR="00AE1F3C">
        <w:t>jevné vady. V případě převzetí P</w:t>
      </w:r>
      <w:r w:rsidRPr="00CD0195">
        <w:t>ředmětu plnění podpisem dodacího listu i se zjevnými vadami, musí být tyto vady specifikovány v předávacím protokolu podepsaným oběma smluvními stranami, p</w:t>
      </w:r>
      <w:r w:rsidR="00AE1F3C">
        <w:t>řičemž platí, že tyto vady měl P</w:t>
      </w:r>
      <w:r w:rsidRPr="00CD0195">
        <w:t>ředmět plnění již v d</w:t>
      </w:r>
      <w:r w:rsidR="00AE1F3C">
        <w:t>obě přechodu nebezpečí škody a P</w:t>
      </w:r>
      <w:r w:rsidRPr="00CD0195">
        <w:t>rodávající je povinen v rámci záruky tyto vady bezodkladně a bez</w:t>
      </w:r>
      <w:r w:rsidR="00AE1F3C">
        <w:t>platně opravit nebo vyměnit či P</w:t>
      </w:r>
      <w:r w:rsidRPr="00CD0195">
        <w:t>rodávající poskytne přiměřenou slevu z kupní ceny</w:t>
      </w:r>
      <w:r w:rsidR="00AE1F3C">
        <w:t xml:space="preserve"> (podle požadavku K</w:t>
      </w:r>
      <w:r w:rsidRPr="00CD0195">
        <w:t>upujícího v reklamaci vad).</w:t>
      </w:r>
    </w:p>
    <w:p w:rsidR="00AE1F3C" w:rsidRPr="00CD0195" w:rsidRDefault="002D0422" w:rsidP="00AE1F3C">
      <w:pPr>
        <w:pStyle w:val="Odstavec2"/>
      </w:pPr>
      <w:r w:rsidRPr="00CD0195">
        <w:t xml:space="preserve">Nebezpečí nahodilé </w:t>
      </w:r>
      <w:r w:rsidR="00AE1F3C">
        <w:t>škody na Předmětu plnění přechází na K</w:t>
      </w:r>
      <w:r w:rsidRPr="00CD0195">
        <w:t>upujícího v</w:t>
      </w:r>
      <w:r w:rsidR="00AE1F3C">
        <w:t> okamžiku realizované přejímky Předmětu plnění od P</w:t>
      </w:r>
      <w:r w:rsidRPr="00CD0195">
        <w:t>rodávajícího v dohodnutém místě plnění.</w:t>
      </w:r>
    </w:p>
    <w:p w:rsidR="002D0422" w:rsidRPr="00AE1F3C" w:rsidRDefault="00AE1F3C" w:rsidP="00AE1F3C">
      <w:pPr>
        <w:pStyle w:val="Odstavec2"/>
      </w:pPr>
      <w:r>
        <w:t>Vlastnické právo k dodanému P</w:t>
      </w:r>
      <w:r w:rsidR="002D0422" w:rsidRPr="00306A22">
        <w:t xml:space="preserve">ředmětu </w:t>
      </w:r>
      <w:r>
        <w:t>plnění přechází na K</w:t>
      </w:r>
      <w:r w:rsidR="002D0422" w:rsidRPr="00306A22">
        <w:t>upujícíh</w:t>
      </w:r>
      <w:r>
        <w:t>o fyzickým dodáním a převzetím Předmětu plnění Kupujícím v místě plnění.</w:t>
      </w:r>
    </w:p>
    <w:p w:rsidR="00987E9A" w:rsidRDefault="002D0422" w:rsidP="00AE1F3C">
      <w:pPr>
        <w:pStyle w:val="Odstavec2"/>
      </w:pPr>
      <w:bookmarkStart w:id="11" w:name="_Ref146521786"/>
      <w:r w:rsidRPr="00CD0195">
        <w:t>Předmět plnění smlouvy musí splňovat</w:t>
      </w:r>
      <w:bookmarkEnd w:id="11"/>
      <w:r w:rsidRPr="00CD0195">
        <w:t xml:space="preserve"> požadavky na bezpečnost a ochranu zdraví, požární ochranu a ochranu životního prostředí v souladu s platnou legislativou.</w:t>
      </w:r>
    </w:p>
    <w:p w:rsidR="00DF1248" w:rsidRPr="00AE1F3C" w:rsidRDefault="00DF1248" w:rsidP="00DF1248">
      <w:pPr>
        <w:pStyle w:val="Odstavec2"/>
      </w:pPr>
      <w:r>
        <w:t>Prodávající je povinen Kupujícímu předat s Předmětem plnění vždy doklady nutné k převzetí a užívání zboží.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</w:t>
      </w:r>
      <w:r w:rsidR="00590290">
        <w:t>pro každou dodanou movitou věc se</w:t>
      </w:r>
      <w:r w:rsidRPr="00CD1BFE">
        <w:t xml:space="preserve"> sjednává v délce trvání </w:t>
      </w:r>
      <w:r w:rsidRPr="000A0125">
        <w:rPr>
          <w:highlight w:val="yellow"/>
        </w:rPr>
        <w:t>…</w:t>
      </w:r>
      <w:r w:rsidR="000A0125">
        <w:t xml:space="preserve"> </w:t>
      </w:r>
      <w:r w:rsidRPr="00CD1BFE">
        <w:t>měsíců.</w:t>
      </w:r>
    </w:p>
    <w:p w:rsidR="003D4A71" w:rsidRPr="006C78DE" w:rsidRDefault="003D4A71" w:rsidP="00CD1BFE">
      <w:pPr>
        <w:pStyle w:val="Odstavec2"/>
      </w:pPr>
      <w:r w:rsidRPr="006C78DE">
        <w:t>Prodávající je vadu uplatněnou reklamací povinen odstranit nebo dodat novou věc, pokud vadu nelze včas odstranit, nejpozději do 30 dní, nedohodnou-li se strany jinak.</w:t>
      </w:r>
      <w:r w:rsidR="00C523BA" w:rsidRPr="006C78DE">
        <w:t xml:space="preserve"> </w:t>
      </w:r>
    </w:p>
    <w:p w:rsidR="00216448" w:rsidRPr="006C78DE" w:rsidRDefault="00C523BA" w:rsidP="00216448">
      <w:pPr>
        <w:pStyle w:val="Odstavec2"/>
      </w:pPr>
      <w:r w:rsidRPr="006C78DE">
        <w:t xml:space="preserve">Reklamace bude provedena oznámením (osobním jednáním, písemně nebo telefonicky), jak se vada projevuje / </w:t>
      </w:r>
      <w:r w:rsidR="00590290" w:rsidRPr="006C78DE">
        <w:t>Prodávající</w:t>
      </w:r>
      <w:r w:rsidR="00216448" w:rsidRPr="006C78DE">
        <w:t xml:space="preserve"> přijímá písemné reklamace vad na poštovní adrese: ………………………… nebo na e-mailové adrese: 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D08B9" w:rsidRPr="00C03632" w:rsidRDefault="00280022" w:rsidP="00280022">
      <w:pPr>
        <w:pStyle w:val="Odstavec2"/>
      </w:pPr>
      <w:r w:rsidRPr="00C03632">
        <w:t xml:space="preserve">Smluvní strana je oprávněna v případě prodlení druhé Smluvní strany s úhradou peněžitého plnění požadovat úhradu úroku z prodlení v zákonné výši </w:t>
      </w:r>
      <w:r w:rsidR="002D08B9" w:rsidRPr="00C03632">
        <w:t>podle občanskoprávních předpisů.</w:t>
      </w:r>
    </w:p>
    <w:p w:rsidR="00280022" w:rsidRPr="00C03632" w:rsidRDefault="00280022" w:rsidP="00280022">
      <w:pPr>
        <w:pStyle w:val="Odstavec2"/>
      </w:pPr>
      <w:r w:rsidRPr="00C03632">
        <w:rPr>
          <w:bCs/>
        </w:rPr>
        <w:t xml:space="preserve">Bude-li </w:t>
      </w:r>
      <w:r w:rsidR="00590290" w:rsidRPr="00C03632">
        <w:rPr>
          <w:bCs/>
        </w:rPr>
        <w:t>Prodávající</w:t>
      </w:r>
      <w:r w:rsidRPr="00C03632">
        <w:rPr>
          <w:bCs/>
        </w:rPr>
        <w:t xml:space="preserve"> v prodlení se splněním dohodnutého termínu předání </w:t>
      </w:r>
      <w:r w:rsidR="002D08B9" w:rsidRPr="00C03632">
        <w:rPr>
          <w:bCs/>
        </w:rPr>
        <w:t xml:space="preserve">Předmětu plnění </w:t>
      </w:r>
      <w:r w:rsidRPr="00C03632">
        <w:rPr>
          <w:bCs/>
        </w:rPr>
        <w:t xml:space="preserve">z důvodu na své straně, je </w:t>
      </w:r>
      <w:r w:rsidR="00590290" w:rsidRPr="00C03632">
        <w:rPr>
          <w:bCs/>
        </w:rPr>
        <w:t>Kupující</w:t>
      </w:r>
      <w:r w:rsidRPr="00C03632">
        <w:rPr>
          <w:bCs/>
        </w:rPr>
        <w:t xml:space="preserve"> oprávněn požadovat po </w:t>
      </w:r>
      <w:r w:rsidR="00590290" w:rsidRPr="00C03632">
        <w:rPr>
          <w:bCs/>
        </w:rPr>
        <w:t>Prodávajícím</w:t>
      </w:r>
      <w:r w:rsidRPr="00C03632">
        <w:rPr>
          <w:bCs/>
        </w:rPr>
        <w:t xml:space="preserve"> úhradu smluvní pokuty ve výši </w:t>
      </w:r>
      <w:r w:rsidR="00D21C37" w:rsidRPr="00C03632">
        <w:rPr>
          <w:bCs/>
        </w:rPr>
        <w:t>0,02</w:t>
      </w:r>
      <w:r w:rsidRPr="00C03632">
        <w:rPr>
          <w:bCs/>
        </w:rPr>
        <w:t xml:space="preserve">. % z </w:t>
      </w:r>
      <w:r w:rsidR="00590290" w:rsidRPr="00C03632">
        <w:rPr>
          <w:bCs/>
        </w:rPr>
        <w:t>ceny</w:t>
      </w:r>
      <w:r w:rsidRPr="00C03632">
        <w:rPr>
          <w:bCs/>
        </w:rPr>
        <w:t xml:space="preserve"> </w:t>
      </w:r>
      <w:r w:rsidR="00590290" w:rsidRPr="00C03632">
        <w:rPr>
          <w:bCs/>
        </w:rPr>
        <w:t>plnění, se kterým je Prodávající v prodlení,</w:t>
      </w:r>
      <w:r w:rsidRPr="00C03632">
        <w:rPr>
          <w:bCs/>
        </w:rPr>
        <w:t xml:space="preserve"> za každý i započatý den prodlení.</w:t>
      </w:r>
    </w:p>
    <w:p w:rsidR="00280022" w:rsidRPr="00C03632" w:rsidRDefault="00280022" w:rsidP="00280022">
      <w:pPr>
        <w:pStyle w:val="Odstavec2"/>
      </w:pPr>
      <w:r w:rsidRPr="00C03632">
        <w:rPr>
          <w:bCs/>
        </w:rPr>
        <w:t>Pokud</w:t>
      </w:r>
      <w:r w:rsidRPr="00C03632">
        <w:t xml:space="preserve"> </w:t>
      </w:r>
      <w:r w:rsidR="003D4A71" w:rsidRPr="00C03632">
        <w:t>Prodávající</w:t>
      </w:r>
      <w:r w:rsidRPr="00C03632">
        <w:t xml:space="preserve"> neodstraní vady zjištěné při </w:t>
      </w:r>
      <w:r w:rsidR="00590290" w:rsidRPr="00C03632">
        <w:t>převzetí Předmětu plnění</w:t>
      </w:r>
      <w:r w:rsidRPr="00C03632">
        <w:t xml:space="preserve"> v dohodnutém termínu, je </w:t>
      </w:r>
      <w:r w:rsidR="00590290" w:rsidRPr="00C03632">
        <w:t>Kupující</w:t>
      </w:r>
      <w:r w:rsidRPr="00C03632">
        <w:t xml:space="preserve"> oprávněn požadovat po </w:t>
      </w:r>
      <w:r w:rsidR="00590290" w:rsidRPr="00C03632">
        <w:t>Prodávajícím</w:t>
      </w:r>
      <w:r w:rsidRPr="00C03632">
        <w:t xml:space="preserve"> úhradu smluvní pokuty </w:t>
      </w:r>
      <w:r w:rsidR="00D21C37" w:rsidRPr="00C03632">
        <w:t>500</w:t>
      </w:r>
      <w:r w:rsidRPr="00C03632">
        <w:t>,-</w:t>
      </w:r>
      <w:r w:rsidR="00590290" w:rsidRPr="00C03632">
        <w:t xml:space="preserve"> Kč za každou</w:t>
      </w:r>
      <w:r w:rsidRPr="00C03632">
        <w:t xml:space="preserve"> vadu a za každý den prodlení.</w:t>
      </w:r>
    </w:p>
    <w:p w:rsidR="00280022" w:rsidRPr="00C03632" w:rsidRDefault="00280022" w:rsidP="00280022">
      <w:pPr>
        <w:pStyle w:val="Odstavec2"/>
      </w:pPr>
      <w:r w:rsidRPr="00C03632">
        <w:rPr>
          <w:bCs/>
        </w:rPr>
        <w:t>Smluvní pokuta za neodstranění reklamovaných vad v záruční době</w:t>
      </w:r>
    </w:p>
    <w:p w:rsidR="00280022" w:rsidRPr="00C03632" w:rsidRDefault="00280022" w:rsidP="00280022">
      <w:pPr>
        <w:pStyle w:val="Odstavec3"/>
      </w:pPr>
      <w:r w:rsidRPr="00C03632">
        <w:lastRenderedPageBreak/>
        <w:t xml:space="preserve">Při prodlení se splněním dohodnutého termínu odstranění reklamované vady je </w:t>
      </w:r>
      <w:r w:rsidR="00590290" w:rsidRPr="00C03632">
        <w:t>Kupující</w:t>
      </w:r>
      <w:r w:rsidRPr="00C03632">
        <w:t xml:space="preserve"> oprávněn po </w:t>
      </w:r>
      <w:r w:rsidR="00590290" w:rsidRPr="00C03632">
        <w:t>Prodávajícím</w:t>
      </w:r>
      <w:r w:rsidRPr="00C03632">
        <w:t xml:space="preserve"> požadovat úhradu smluvní pokuty ve výši </w:t>
      </w:r>
      <w:r w:rsidR="00D21C37" w:rsidRPr="00C03632">
        <w:t>500</w:t>
      </w:r>
      <w:r w:rsidRPr="00C03632">
        <w:t>,- Kč za každou vadu a den prodlení.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 xml:space="preserve">Zaplacením jakékoli smluvní pokuty není dotčeno právo </w:t>
      </w:r>
      <w:r w:rsidR="005A6566">
        <w:rPr>
          <w:iCs/>
        </w:rPr>
        <w:t>Kupujícího</w:t>
      </w:r>
      <w:r w:rsidRPr="00655C3C">
        <w:rPr>
          <w:iCs/>
        </w:rPr>
        <w:t xml:space="preserve"> požadovat na </w:t>
      </w:r>
      <w:r w:rsidR="005A6566">
        <w:rPr>
          <w:iCs/>
        </w:rPr>
        <w:t>Prodávajícím</w:t>
      </w:r>
      <w:r w:rsidRPr="00655C3C">
        <w:rPr>
          <w:iCs/>
        </w:rPr>
        <w:t xml:space="preserve"> náhradu škody, a to v plném rozsahu.</w:t>
      </w:r>
    </w:p>
    <w:p w:rsidR="002D08B9" w:rsidRDefault="002D08B9" w:rsidP="0021315A">
      <w:pPr>
        <w:pStyle w:val="lnek"/>
        <w:rPr>
          <w:iCs/>
        </w:rPr>
      </w:pPr>
      <w:r>
        <w:rPr>
          <w:iCs/>
        </w:rPr>
        <w:t>Další ujednání</w:t>
      </w:r>
    </w:p>
    <w:p w:rsidR="002D08B9" w:rsidRPr="002D08B9" w:rsidRDefault="002D08B9" w:rsidP="00BD77E8">
      <w:pPr>
        <w:pStyle w:val="Odstavec2"/>
      </w:pPr>
      <w:r>
        <w:t xml:space="preserve"> </w:t>
      </w:r>
      <w:commentRangeStart w:id="12"/>
      <w:r w:rsidRPr="002D08B9">
        <w:t>Prodávající je organizací zaměstnávající více než 50% zaměstnanců se zdravotním postižením</w:t>
      </w:r>
      <w:smartTag w:uri="urn:schemas-microsoft-com:office:smarttags" w:element="PersonName">
        <w:r w:rsidRPr="002D08B9">
          <w:t>,</w:t>
        </w:r>
      </w:smartTag>
      <w:r w:rsidRPr="002D08B9">
        <w:t xml:space="preserve"> včetně zaměstnanců s těžkým zdravotním postižením</w:t>
      </w:r>
      <w:smartTag w:uri="urn:schemas-microsoft-com:office:smarttags" w:element="PersonName">
        <w:r w:rsidRPr="002D08B9">
          <w:t>,</w:t>
        </w:r>
      </w:smartTag>
      <w:r w:rsidRPr="002D08B9">
        <w:t xml:space="preserve"> a na základě této skutečnosti je oprávněn poskytovat výrobky a služby v rámci tzv. náhradního plnění povinného podílu zaměstnanců se zdravotním postižením dle zákona č. 435/2004 Sb.</w:t>
      </w:r>
      <w:smartTag w:uri="urn:schemas-microsoft-com:office:smarttags" w:element="PersonName">
        <w:r w:rsidRPr="002D08B9">
          <w:t>,</w:t>
        </w:r>
      </w:smartTag>
      <w:r w:rsidRPr="002D08B9">
        <w:t xml:space="preserve"> o zaměstnanosti</w:t>
      </w:r>
      <w:smartTag w:uri="urn:schemas-microsoft-com:office:smarttags" w:element="PersonName">
        <w:r w:rsidRPr="002D08B9">
          <w:t>,</w:t>
        </w:r>
      </w:smartTag>
      <w:r w:rsidRPr="002D08B9">
        <w:t xml:space="preserve"> ve znění pozdějších předpisů </w:t>
      </w:r>
      <w:r w:rsidRPr="002D08B9">
        <w:rPr>
          <w:b/>
          <w:i/>
        </w:rPr>
        <w:t>(„Zákon o zaměstnanosti“).</w:t>
      </w:r>
      <w:r w:rsidRPr="002D08B9">
        <w:t xml:space="preserve"> Prodávající je zároveň povinen poskytnout v kalendářním roce své výrobky a služby nebo splnit zadané zakázky ve smyslu § 81 odst. 2 písm. b)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(„Limit“). Prodávající za tímto účelem vede vlastní evidenci všech svých Zákazníků a kontroluje</w:t>
      </w:r>
      <w:smartTag w:uri="urn:schemas-microsoft-com:office:smarttags" w:element="PersonName">
        <w:r w:rsidRPr="002D08B9">
          <w:t>,</w:t>
        </w:r>
      </w:smartTag>
      <w:r w:rsidRPr="002D08B9">
        <w:t xml:space="preserve"> zda nedochází v překročení Limitu. </w:t>
      </w:r>
    </w:p>
    <w:p w:rsidR="002D08B9" w:rsidRPr="00BD77E8" w:rsidRDefault="002D08B9" w:rsidP="00BD77E8">
      <w:pPr>
        <w:pStyle w:val="Odstavec2"/>
      </w:pPr>
      <w:r w:rsidRPr="002D08B9">
        <w:t xml:space="preserve"> Prodávající prohlašuje a touto Smlouvou se zavazuje, že </w:t>
      </w:r>
      <w:r>
        <w:t>Kupujícímu</w:t>
      </w:r>
      <w:r w:rsidRPr="002D08B9">
        <w:t xml:space="preserve"> poskytne náhradní plnění vždy ve výši 100 % částky ceny za jednotlivá plnění </w:t>
      </w:r>
      <w:r>
        <w:t xml:space="preserve">dle dílčích smluv </w:t>
      </w:r>
      <w:r w:rsidRPr="002D08B9">
        <w:t>vypoč</w:t>
      </w:r>
      <w:r>
        <w:t>tené způsobem uvedeným v čl. 5</w:t>
      </w:r>
      <w:r w:rsidRPr="002D08B9">
        <w:t xml:space="preserve"> této </w:t>
      </w:r>
      <w:r>
        <w:t>S</w:t>
      </w:r>
      <w:r w:rsidRPr="002D08B9">
        <w:t xml:space="preserve">mlouvy a uhrazené </w:t>
      </w:r>
      <w:r>
        <w:t>Kupujícím Prodávajícímu</w:t>
      </w:r>
      <w:r w:rsidRPr="002D08B9">
        <w:t xml:space="preserve"> v souladu s podmínkami této Smlouvy</w:t>
      </w:r>
      <w:r w:rsidR="00AF3DED">
        <w:t>, a to maximálně ve výši svého Limitu</w:t>
      </w:r>
      <w:r w:rsidRPr="002D08B9">
        <w:t>.</w:t>
      </w:r>
    </w:p>
    <w:p w:rsidR="002D08B9" w:rsidRPr="002D08B9" w:rsidRDefault="002D08B9" w:rsidP="00BD77E8">
      <w:pPr>
        <w:pStyle w:val="Odstavec2"/>
      </w:pPr>
      <w:r>
        <w:tab/>
        <w:t xml:space="preserve">Prodávající </w:t>
      </w:r>
      <w:r w:rsidRPr="002D08B9">
        <w:t xml:space="preserve">se zavazuje, že </w:t>
      </w:r>
      <w:r>
        <w:t>Kupujícímu</w:t>
      </w:r>
      <w:r w:rsidRPr="002D08B9">
        <w:t xml:space="preserve"> poskytne náhradní plnění </w:t>
      </w:r>
      <w:proofErr w:type="gramStart"/>
      <w:r w:rsidR="00AF3DED">
        <w:t xml:space="preserve">vždy </w:t>
      </w:r>
      <w:r>
        <w:t xml:space="preserve"> v maximální</w:t>
      </w:r>
      <w:proofErr w:type="gramEnd"/>
      <w:r>
        <w:t xml:space="preserve"> možné míře</w:t>
      </w:r>
      <w:r w:rsidRPr="002D08B9">
        <w:t xml:space="preserve">.  V případě nedodržení sjednaného objemu náhradního plnění na </w:t>
      </w:r>
      <w:r w:rsidR="00AF3DED">
        <w:t>konkrétní kalendářní rok</w:t>
      </w:r>
      <w:r w:rsidRPr="002D08B9">
        <w:t xml:space="preserve"> se </w:t>
      </w:r>
      <w:r w:rsidR="00F72619">
        <w:t>Prodávající</w:t>
      </w:r>
      <w:r w:rsidRPr="002D08B9">
        <w:t xml:space="preserve"> zavazuje k povinnosti uhradit </w:t>
      </w:r>
      <w:r w:rsidR="00F72619">
        <w:t xml:space="preserve">Kupujícímu </w:t>
      </w:r>
      <w:r w:rsidRPr="002D08B9">
        <w:t>prokazatelné škody a náklady, které mu vzniknou nedodržením povinností</w:t>
      </w:r>
      <w:r w:rsidR="00F72619">
        <w:t xml:space="preserve"> Prodávajícího</w:t>
      </w:r>
      <w:r w:rsidRPr="002D08B9">
        <w:t xml:space="preserve"> dle této </w:t>
      </w:r>
      <w:r w:rsidR="00F72619">
        <w:t>S</w:t>
      </w:r>
      <w:r w:rsidRPr="002D08B9">
        <w:t xml:space="preserve">mlouvy ze strany </w:t>
      </w:r>
      <w:r w:rsidR="00F72619">
        <w:t>Prodávajícího</w:t>
      </w:r>
      <w:r w:rsidRPr="002D08B9">
        <w:t xml:space="preserve"> (povinný odvod do státního rozpočtu a příslušenství).</w:t>
      </w:r>
    </w:p>
    <w:p w:rsidR="002D08B9" w:rsidRPr="002D08B9" w:rsidRDefault="002D08B9" w:rsidP="00BD77E8">
      <w:pPr>
        <w:pStyle w:val="Odstavec2"/>
      </w:pPr>
      <w:r>
        <w:t xml:space="preserve"> </w:t>
      </w:r>
      <w:r w:rsidRPr="002D08B9">
        <w:t xml:space="preserve">Smluvní strany se dohodly, že plnění, která budou realizována </w:t>
      </w:r>
      <w:r>
        <w:t xml:space="preserve">v rámci tzv. náhradního plnění dle </w:t>
      </w:r>
      <w:r w:rsidR="00F72619">
        <w:t xml:space="preserve">§ </w:t>
      </w:r>
      <w:r>
        <w:t>81 odst. 2 Z</w:t>
      </w:r>
      <w:r w:rsidRPr="002D08B9">
        <w:t>ákona o zaměstnanosti</w:t>
      </w:r>
      <w:r w:rsidR="00F72619">
        <w:t>,</w:t>
      </w:r>
      <w:r w:rsidRPr="002D08B9">
        <w:t xml:space="preserve"> budou jako taková plnění v dokladech týkajících se jednotlivých plnění</w:t>
      </w:r>
      <w:r w:rsidR="00F72619">
        <w:t xml:space="preserve"> označeny</w:t>
      </w:r>
      <w:r w:rsidRPr="002D08B9">
        <w:t>, a to zejména ve fakturách – daňových dokladech</w:t>
      </w:r>
      <w:r w:rsidR="00E81DE9">
        <w:t xml:space="preserve"> zpravidla slovy: „</w:t>
      </w:r>
      <w:r w:rsidRPr="002D08B9">
        <w:t>Tato dodávka je náhradním plněním podle ustanovení § 81 odst. 2 zákona č. 435/2004 Sb., o zaměstnanosti.". V</w:t>
      </w:r>
      <w:r w:rsidR="00E81DE9">
        <w:t> </w:t>
      </w:r>
      <w:r w:rsidRPr="002D08B9">
        <w:t>případě</w:t>
      </w:r>
      <w:r w:rsidR="00E81DE9">
        <w:t>, že plnění Prodávajícího z důvodu</w:t>
      </w:r>
      <w:r w:rsidRPr="002D08B9">
        <w:t xml:space="preserve"> překročení </w:t>
      </w:r>
      <w:r w:rsidR="00AF3DED">
        <w:t>L</w:t>
      </w:r>
      <w:r w:rsidRPr="002D08B9">
        <w:t>imitu nebo z jiných objektivních důvodů, nastane-li ten případ (včetně změny legislativy apod.), budou plnění</w:t>
      </w:r>
      <w:r w:rsidR="00E81DE9">
        <w:t xml:space="preserve"> Prodávajícího</w:t>
      </w:r>
      <w:r w:rsidRPr="002D08B9">
        <w:t>, která nemohou být náhradním plněním ve s</w:t>
      </w:r>
      <w:r w:rsidR="00E81DE9">
        <w:t>myslu ustanovení § 81 odst. 2 Z</w:t>
      </w:r>
      <w:r w:rsidRPr="002D08B9">
        <w:t>ákona</w:t>
      </w:r>
      <w:r w:rsidR="00E81DE9">
        <w:t xml:space="preserve"> o zaměstnanosti</w:t>
      </w:r>
      <w:r w:rsidRPr="002D08B9">
        <w:t>, v dokladech týkajících se jednotlivých plnění</w:t>
      </w:r>
      <w:r w:rsidR="00E81DE9">
        <w:t xml:space="preserve"> označena, a to zejména </w:t>
      </w:r>
      <w:r w:rsidRPr="002D08B9">
        <w:t>ve fakturách – daňových dokladech slovy: " Tato dodávka NENÍ náhradním plněním podle ustanovení § 81 odst. 2 zákona č. 435/2004 Sb., o zaměstnanosti."</w:t>
      </w:r>
      <w:commentRangeEnd w:id="12"/>
      <w:r w:rsidR="00E46541">
        <w:rPr>
          <w:rStyle w:val="Odkaznakoment"/>
          <w:rFonts w:ascii="Calibri" w:hAnsi="Calibri"/>
        </w:rPr>
        <w:commentReference w:id="12"/>
      </w:r>
    </w:p>
    <w:p w:rsidR="002D08B9" w:rsidRPr="002D08B9" w:rsidRDefault="00DF1248" w:rsidP="00BD77E8">
      <w:pPr>
        <w:pStyle w:val="Odstavec2"/>
      </w:pPr>
      <w:r>
        <w:t>. Prodávající</w:t>
      </w:r>
      <w:r w:rsidR="002D08B9" w:rsidRPr="002D08B9">
        <w:t xml:space="preserve"> prohlašuje</w:t>
      </w:r>
      <w:smartTag w:uri="urn:schemas-microsoft-com:office:smarttags" w:element="PersonName">
        <w:r w:rsidR="002D08B9" w:rsidRPr="002D08B9">
          <w:t>,</w:t>
        </w:r>
      </w:smartTag>
      <w:r w:rsidR="002D08B9" w:rsidRPr="002D08B9">
        <w:t xml:space="preserve"> že je držitelem všech oprávnění potřebných k řádnému </w:t>
      </w:r>
      <w:r>
        <w:t>plnění této S</w:t>
      </w:r>
      <w:r w:rsidR="002D08B9" w:rsidRPr="002D08B9">
        <w:t xml:space="preserve">mlouvy a k provedení předmětu dílčí kupní smlouvy. </w:t>
      </w:r>
    </w:p>
    <w:p w:rsidR="002D08B9" w:rsidRDefault="00DF1248" w:rsidP="00BD77E8">
      <w:pPr>
        <w:pStyle w:val="Odstavec2"/>
      </w:pPr>
      <w:r>
        <w:t>. Prodávající</w:t>
      </w:r>
      <w:r w:rsidR="002D08B9" w:rsidRPr="002D08B9">
        <w:t xml:space="preserve"> prohlašuje, že předem souhlasí, se zp</w:t>
      </w:r>
      <w:r>
        <w:t>řístupněním a zveřejněním celé S</w:t>
      </w:r>
      <w:r w:rsidR="002D08B9" w:rsidRPr="002D08B9">
        <w:t xml:space="preserve">mlouvy v jejím plném znění včetně jejich příloh a případných dodatků, vždy po uzavření, na profilu </w:t>
      </w:r>
      <w:r>
        <w:t xml:space="preserve">Kupujícího na adrese </w:t>
      </w:r>
      <w:hyperlink r:id="rId11" w:history="1">
        <w:r w:rsidRPr="003A63A7">
          <w:rPr>
            <w:rStyle w:val="Hypertextovodkaz"/>
          </w:rPr>
          <w:t>http://www.softender.cz</w:t>
        </w:r>
      </w:hyperlink>
      <w:r w:rsidR="002D08B9" w:rsidRPr="002D08B9">
        <w:t>.</w:t>
      </w:r>
    </w:p>
    <w:p w:rsidR="00BD77E8" w:rsidRPr="002D08B9" w:rsidRDefault="00BD77E8" w:rsidP="002D08B9">
      <w:pPr>
        <w:pStyle w:val="02-ODST-2"/>
      </w:pPr>
    </w:p>
    <w:p w:rsidR="002D08B9" w:rsidRDefault="00DF1248" w:rsidP="00BD77E8">
      <w:pPr>
        <w:pStyle w:val="Odstavec2"/>
      </w:pPr>
      <w:r>
        <w:t xml:space="preserve"> Prodávající</w:t>
      </w:r>
      <w:r w:rsidR="002D08B9" w:rsidRPr="002D08B9">
        <w:t xml:space="preserve"> se zavazuje řádně plnit veškeré své finanční závazky a chovat se tak</w:t>
      </w:r>
      <w:smartTag w:uri="urn:schemas-microsoft-com:office:smarttags" w:element="PersonName">
        <w:r w:rsidR="002D08B9" w:rsidRPr="002D08B9">
          <w:t>,</w:t>
        </w:r>
      </w:smartTag>
      <w:r w:rsidR="002D08B9" w:rsidRPr="002D08B9">
        <w:t xml:space="preserve"> aby vůči němu nebyl podán návrh dle zákona č. 182/2006 Sb.</w:t>
      </w:r>
      <w:smartTag w:uri="urn:schemas-microsoft-com:office:smarttags" w:element="PersonName">
        <w:r w:rsidR="002D08B9" w:rsidRPr="002D08B9">
          <w:t>,</w:t>
        </w:r>
      </w:smartTag>
      <w:r w:rsidR="002D08B9" w:rsidRPr="002D08B9">
        <w:t xml:space="preserve"> insolvenční zákon</w:t>
      </w:r>
      <w:smartTag w:uri="urn:schemas-microsoft-com:office:smarttags" w:element="PersonName">
        <w:r w:rsidR="002D08B9" w:rsidRPr="002D08B9">
          <w:t>,</w:t>
        </w:r>
      </w:smartTag>
      <w:r w:rsidR="002D08B9" w:rsidRPr="002D08B9">
        <w:t xml:space="preserve"> v platném znění</w:t>
      </w:r>
      <w:smartTag w:uri="urn:schemas-microsoft-com:office:smarttags" w:element="PersonName">
        <w:r w:rsidR="002D08B9" w:rsidRPr="002D08B9">
          <w:t>,</w:t>
        </w:r>
      </w:smartTag>
      <w:r w:rsidR="002D08B9" w:rsidRPr="002D08B9">
        <w:t xml:space="preserve"> a zavazuje se</w:t>
      </w:r>
      <w:smartTag w:uri="urn:schemas-microsoft-com:office:smarttags" w:element="PersonName">
        <w:r w:rsidR="002D08B9" w:rsidRPr="002D08B9">
          <w:t>,</w:t>
        </w:r>
      </w:smartTag>
      <w:r w:rsidR="002D08B9" w:rsidRPr="002D08B9">
        <w:t xml:space="preserve"> </w:t>
      </w:r>
      <w:r>
        <w:t>že nevstoupí po dobu plnění S</w:t>
      </w:r>
      <w:r w:rsidR="002D08B9" w:rsidRPr="002D08B9">
        <w:t>mlouvy</w:t>
      </w:r>
      <w:r>
        <w:t xml:space="preserve"> a dílčích smluv</w:t>
      </w:r>
      <w:r w:rsidR="002D08B9" w:rsidRPr="002D08B9">
        <w:t xml:space="preserve"> do likvidace. Rovněž se zavazuje chovat se tak</w:t>
      </w:r>
      <w:smartTag w:uri="urn:schemas-microsoft-com:office:smarttags" w:element="PersonName">
        <w:r w:rsidR="002D08B9" w:rsidRPr="002D08B9">
          <w:t>,</w:t>
        </w:r>
      </w:smartTag>
      <w:r w:rsidR="002D08B9" w:rsidRPr="002D08B9">
        <w:t xml:space="preserve"> aby nepozbyl příslušného živnostenského oprávnění potřebného pro řádné plnění smlouvy/dílčí kupní smlouvy. Dodavatel se dále zavazuje chovat tak</w:t>
      </w:r>
      <w:smartTag w:uri="urn:schemas-microsoft-com:office:smarttags" w:element="PersonName">
        <w:r w:rsidR="002D08B9" w:rsidRPr="002D08B9">
          <w:t>,</w:t>
        </w:r>
      </w:smartTag>
      <w:r w:rsidR="002D08B9" w:rsidRPr="002D08B9">
        <w:t xml:space="preserve"> aby proti němu nebylo </w:t>
      </w:r>
      <w:r w:rsidR="002D08B9" w:rsidRPr="002D08B9">
        <w:lastRenderedPageBreak/>
        <w:t>zahájeno trestní stíhání</w:t>
      </w:r>
      <w:smartTag w:uri="urn:schemas-microsoft-com:office:smarttags" w:element="PersonName">
        <w:r w:rsidR="002D08B9" w:rsidRPr="002D08B9">
          <w:t>,</w:t>
        </w:r>
      </w:smartTag>
      <w:r w:rsidR="002D08B9" w:rsidRPr="002D08B9">
        <w:t xml:space="preserve"> a prohlašuje</w:t>
      </w:r>
      <w:smartTag w:uri="urn:schemas-microsoft-com:office:smarttags" w:element="PersonName">
        <w:r w:rsidR="002D08B9" w:rsidRPr="002D08B9">
          <w:t>,</w:t>
        </w:r>
      </w:smartTag>
      <w:r w:rsidR="002D08B9" w:rsidRPr="002D08B9">
        <w:t xml:space="preserve"> že se nepodílí a zavazuje se nepodílet se na páchání trestné činnosti ve smyslu zákona č. 418/2011 Sb., o trestní odpovědnosti právnických osob a řízení proti nim, v platném </w:t>
      </w:r>
      <w:proofErr w:type="gramStart"/>
      <w:r w:rsidR="002D08B9" w:rsidRPr="002D08B9">
        <w:t>znění.</w:t>
      </w:r>
      <w:r w:rsidR="00AF3DED">
        <w:t xml:space="preserve"> .</w:t>
      </w:r>
      <w:proofErr w:type="gramEnd"/>
    </w:p>
    <w:p w:rsidR="00BD77E8" w:rsidRDefault="00BD77E8" w:rsidP="00BD77E8">
      <w:pPr>
        <w:pStyle w:val="Odstavec2"/>
      </w:pPr>
      <w:r>
        <w:t>Prodávající se zavazuje chovat se tak, aby nevzniklo jakékoliv důvodné podezření na spáchání či páchání trestného činu, který by mohl být Prodávajícímu přičten podle zákona č. 418/2011 Sb., o trestní odpovědnosti právnických osob a řízení proti nim, v platném znění, jakož i zahájení trestního stíhání proti Prodávajícímu podle zákona č. 141/1961 Sb., o trestním řízení soudním, v platném znění. Prodávající prohlašuje, že se seznámil se základními etickými zásadami společnosti (Kupujícího), a zavazuje se dodržovat je na vlastní náklady a odpovědnost při plnění dluhů plynoucích z této a dílčí smlouvy. Základní etické zásady společnosti jsou uveřejněny na adrese https://www.ceproas.cz/eticky-kodex</w:t>
      </w:r>
    </w:p>
    <w:p w:rsidR="00BD77E8" w:rsidRDefault="00BD77E8" w:rsidP="00BD77E8">
      <w:pPr>
        <w:pStyle w:val="Odstavec2"/>
        <w:numPr>
          <w:ilvl w:val="0"/>
          <w:numId w:val="0"/>
        </w:numPr>
        <w:ind w:left="567"/>
      </w:pPr>
    </w:p>
    <w:p w:rsidR="00BD77E8" w:rsidRPr="002D08B9" w:rsidRDefault="00BD77E8" w:rsidP="00BD77E8">
      <w:pPr>
        <w:pStyle w:val="Odstavec2"/>
      </w:pPr>
      <w:r>
        <w:t>Prodávající se touto Smlouvou se zavazuje a prohlašuje, že naplňuje a bude po celou dobu trvání této Smlouvy, jakož i po dobu trávní dílčích smluv dodržovat a splňovat kritéria a standardy chování v obchodním styku specifikované a Kupujícím uveřejněné na adrese https://www.ceproas.cz/vyberova-rizeni</w:t>
      </w:r>
    </w:p>
    <w:p w:rsidR="00281982" w:rsidRDefault="00DF1248" w:rsidP="00BD77E8">
      <w:pPr>
        <w:pStyle w:val="Odstavec2"/>
      </w:pPr>
      <w:r>
        <w:t xml:space="preserve"> Prodávající</w:t>
      </w:r>
      <w:r w:rsidR="002D08B9" w:rsidRPr="002D08B9">
        <w:t xml:space="preserve"> odpovídá </w:t>
      </w:r>
      <w:r>
        <w:t>Kupujícímu</w:t>
      </w:r>
      <w:r w:rsidR="002D08B9" w:rsidRPr="002D08B9">
        <w:t xml:space="preserve"> za splnění veškerých povinností p</w:t>
      </w:r>
      <w:r>
        <w:t>lynoucích z této S</w:t>
      </w:r>
      <w:r w:rsidR="002D08B9" w:rsidRPr="002D08B9">
        <w:t>mlouvy</w:t>
      </w:r>
      <w:r>
        <w:t xml:space="preserve"> a dílčích smluv</w:t>
      </w:r>
      <w:r w:rsidR="002D08B9" w:rsidRPr="002D08B9">
        <w:t xml:space="preserve"> a veškeré důsledky vzniklé porušením některé povinnosti </w:t>
      </w:r>
      <w:r>
        <w:t>Prodávajícího</w:t>
      </w:r>
      <w:r w:rsidR="002D08B9" w:rsidRPr="002D08B9">
        <w:t xml:space="preserve"> jdou k tíži </w:t>
      </w:r>
      <w:r>
        <w:t>Prodávajícího</w:t>
      </w:r>
      <w:r w:rsidR="002D08B9" w:rsidRPr="002D08B9">
        <w:t xml:space="preserve"> a </w:t>
      </w:r>
      <w:r>
        <w:t>Prodávající</w:t>
      </w:r>
      <w:r w:rsidR="002D08B9" w:rsidRPr="002D08B9">
        <w:t xml:space="preserve"> se nemůže zprostit odpovědnosti vůči </w:t>
      </w:r>
      <w:r>
        <w:t>Kupujícímu</w:t>
      </w:r>
      <w:r w:rsidR="002D08B9" w:rsidRPr="002D08B9">
        <w:t xml:space="preserve"> poukazem na případné nesplnění povinností třetí osobou.</w:t>
      </w:r>
      <w:r w:rsidR="00B26F7D">
        <w:t xml:space="preserve"> </w:t>
      </w:r>
    </w:p>
    <w:p w:rsidR="00281982" w:rsidRDefault="00281982" w:rsidP="00BD77E8">
      <w:pPr>
        <w:pStyle w:val="Odstavec2"/>
      </w:pPr>
      <w:r>
        <w:t>Prodávající</w:t>
      </w:r>
      <w:r w:rsidR="002D08B9" w:rsidRPr="002D08B9">
        <w:t xml:space="preserve"> je povinen </w:t>
      </w:r>
      <w:r>
        <w:t>Kupujícímu</w:t>
      </w:r>
      <w:r w:rsidR="002D08B9" w:rsidRPr="002D08B9">
        <w:t xml:space="preserve"> nahradit</w:t>
      </w:r>
      <w:r>
        <w:t xml:space="preserve"> újmu vzniklou při plnění této S</w:t>
      </w:r>
      <w:r w:rsidR="002D08B9" w:rsidRPr="002D08B9">
        <w:t>mlouvy a dílčích kupních smluv a v souvislosti s ní nesplněním závazku či porušením po</w:t>
      </w:r>
      <w:r>
        <w:t>vinnosti plynoucích z této S</w:t>
      </w:r>
      <w:r w:rsidR="002D08B9" w:rsidRPr="002D08B9">
        <w:t>mlouvy</w:t>
      </w:r>
      <w:r>
        <w:t xml:space="preserve"> a/nebo dílčí smlouvy</w:t>
      </w:r>
      <w:r w:rsidR="002D08B9" w:rsidRPr="002D08B9">
        <w:t>. Pro náhradu majetkové a nemajetkové újmy se užijí příslušná ustanovení platné legislativy</w:t>
      </w:r>
      <w:r>
        <w:t>, nebude</w:t>
      </w:r>
      <w:r w:rsidR="002D08B9" w:rsidRPr="002D08B9">
        <w:t xml:space="preserve">-li </w:t>
      </w:r>
      <w:r>
        <w:t>mezi stranami výslovně dohodnuto jinak.</w:t>
      </w:r>
    </w:p>
    <w:p w:rsidR="002D08B9" w:rsidRPr="002D08B9" w:rsidRDefault="002D08B9" w:rsidP="00BD77E8">
      <w:pPr>
        <w:pStyle w:val="Odstavec2"/>
      </w:pPr>
      <w:r w:rsidRPr="002D08B9">
        <w:t xml:space="preserve">Smluvní strany se zavazují zachovávat mlčenlivost o veškerých informacích, které budou </w:t>
      </w:r>
      <w:r w:rsidR="00281982">
        <w:t>označeny za důvěrné informace.</w:t>
      </w:r>
      <w:r w:rsidRPr="002D08B9">
        <w:t xml:space="preserve"> </w:t>
      </w:r>
    </w:p>
    <w:p w:rsidR="002D08B9" w:rsidRPr="002D08B9" w:rsidRDefault="002D08B9" w:rsidP="00BD77E8">
      <w:pPr>
        <w:pStyle w:val="Odstavec2"/>
        <w:numPr>
          <w:ilvl w:val="0"/>
          <w:numId w:val="0"/>
        </w:numPr>
      </w:pPr>
    </w:p>
    <w:p w:rsidR="00655C3C" w:rsidRPr="0021315A" w:rsidRDefault="00C523BA" w:rsidP="0021315A">
      <w:pPr>
        <w:pStyle w:val="lnek"/>
        <w:rPr>
          <w:iCs/>
        </w:rPr>
      </w:pPr>
      <w:r>
        <w:rPr>
          <w:iCs/>
        </w:rPr>
        <w:t>Trvání</w:t>
      </w:r>
      <w:r w:rsidR="00371E55">
        <w:rPr>
          <w:iCs/>
        </w:rPr>
        <w:t xml:space="preserve"> smlouvy a z</w:t>
      </w:r>
      <w:r w:rsidR="00655C3C" w:rsidRPr="00655C3C">
        <w:rPr>
          <w:iCs/>
        </w:rPr>
        <w:t>ávěrečná ujednání</w:t>
      </w:r>
    </w:p>
    <w:p w:rsidR="00C523BA" w:rsidRPr="00C523BA" w:rsidRDefault="00C523BA" w:rsidP="00371E55">
      <w:pPr>
        <w:pStyle w:val="Odstavec2"/>
      </w:pPr>
      <w:r w:rsidRPr="00C523BA">
        <w:rPr>
          <w:iCs/>
        </w:rPr>
        <w:t xml:space="preserve">Tato </w:t>
      </w:r>
      <w:r>
        <w:rPr>
          <w:iCs/>
        </w:rPr>
        <w:t>S</w:t>
      </w:r>
      <w:r w:rsidRPr="00C523BA">
        <w:rPr>
          <w:iCs/>
        </w:rPr>
        <w:t>mlouva s</w:t>
      </w:r>
      <w:r w:rsidR="00F758E6">
        <w:rPr>
          <w:iCs/>
        </w:rPr>
        <w:t xml:space="preserve">e uzavírá na dobu určitou, a to </w:t>
      </w:r>
      <w:r w:rsidR="00BC4947">
        <w:rPr>
          <w:iCs/>
        </w:rPr>
        <w:t xml:space="preserve">na dobu 12 </w:t>
      </w:r>
      <w:r w:rsidR="00B84194">
        <w:rPr>
          <w:iCs/>
        </w:rPr>
        <w:t xml:space="preserve">kalendářních </w:t>
      </w:r>
      <w:r w:rsidR="00BC4947">
        <w:rPr>
          <w:iCs/>
        </w:rPr>
        <w:t xml:space="preserve">měsíců od </w:t>
      </w:r>
      <w:r w:rsidR="00B84194">
        <w:rPr>
          <w:iCs/>
        </w:rPr>
        <w:t>na</w:t>
      </w:r>
      <w:r w:rsidR="00BD77E8">
        <w:rPr>
          <w:iCs/>
        </w:rPr>
        <w:t>b</w:t>
      </w:r>
      <w:r w:rsidR="00B84194">
        <w:rPr>
          <w:iCs/>
        </w:rPr>
        <w:t>ytí účinnosti této</w:t>
      </w:r>
      <w:r w:rsidR="00BC4947">
        <w:rPr>
          <w:iCs/>
        </w:rPr>
        <w:t xml:space="preserve"> </w:t>
      </w:r>
      <w:proofErr w:type="gramStart"/>
      <w:r w:rsidR="00B84194">
        <w:rPr>
          <w:iCs/>
        </w:rPr>
        <w:t>S</w:t>
      </w:r>
      <w:r w:rsidR="00BC4947">
        <w:rPr>
          <w:iCs/>
        </w:rPr>
        <w:t xml:space="preserve">mlouvy. </w:t>
      </w:r>
      <w:r w:rsidR="00F758E6">
        <w:rPr>
          <w:iCs/>
        </w:rPr>
        <w:t>.</w:t>
      </w:r>
      <w:r w:rsidRPr="00C523BA">
        <w:rPr>
          <w:iCs/>
        </w:rPr>
        <w:t xml:space="preserve"> Tím</w:t>
      </w:r>
      <w:proofErr w:type="gramEnd"/>
      <w:r w:rsidRPr="00C523BA">
        <w:rPr>
          <w:iCs/>
        </w:rPr>
        <w:t xml:space="preserve"> není dotčena platnost ani účinnost dílčích smluv, které byly uzavřeny před uplynutím této doby.</w:t>
      </w:r>
    </w:p>
    <w:p w:rsidR="00371E55" w:rsidRPr="00371E55" w:rsidRDefault="00371E55" w:rsidP="00371E55">
      <w:pPr>
        <w:pStyle w:val="Odstavec2"/>
      </w:pPr>
      <w:r w:rsidRPr="00371E55">
        <w:rPr>
          <w:iCs/>
        </w:rPr>
        <w:t xml:space="preserve">Tato </w:t>
      </w:r>
      <w:r w:rsidR="00C523BA">
        <w:rPr>
          <w:iCs/>
        </w:rPr>
        <w:t>S</w:t>
      </w:r>
      <w:r w:rsidRPr="00371E55">
        <w:rPr>
          <w:iCs/>
        </w:rPr>
        <w:t xml:space="preserve">mlouva může být ukončena písemnou dohodou </w:t>
      </w:r>
      <w:r w:rsidR="00C276EF">
        <w:rPr>
          <w:iCs/>
        </w:rPr>
        <w:t>S</w:t>
      </w:r>
      <w:r w:rsidRPr="00371E55">
        <w:rPr>
          <w:iCs/>
        </w:rPr>
        <w:t>mluvních stran nebo výpovědí</w:t>
      </w:r>
      <w:r>
        <w:rPr>
          <w:iCs/>
        </w:rPr>
        <w:t>.</w:t>
      </w:r>
    </w:p>
    <w:p w:rsidR="00371E55" w:rsidRPr="00371E55" w:rsidRDefault="00371E55" w:rsidP="00371E55">
      <w:pPr>
        <w:pStyle w:val="Odstavec2"/>
      </w:pPr>
      <w:r>
        <w:rPr>
          <w:iCs/>
        </w:rPr>
        <w:t>Kupující</w:t>
      </w:r>
      <w:r w:rsidRPr="00371E55">
        <w:rPr>
          <w:iCs/>
        </w:rPr>
        <w:t xml:space="preserve"> může vypovědět tuto </w:t>
      </w:r>
      <w:r w:rsidR="00C523BA">
        <w:rPr>
          <w:iCs/>
        </w:rPr>
        <w:t>S</w:t>
      </w:r>
      <w:r w:rsidRPr="00371E55">
        <w:rPr>
          <w:iCs/>
        </w:rPr>
        <w:t xml:space="preserve">mlouvu i bez udání důvodu, a to s účinností okamžikem doručení písemné výpovědi </w:t>
      </w:r>
      <w:r w:rsidR="00C523BA">
        <w:rPr>
          <w:iCs/>
        </w:rPr>
        <w:t>Prodávajícímu</w:t>
      </w:r>
      <w:r w:rsidRPr="00371E55">
        <w:rPr>
          <w:iCs/>
        </w:rPr>
        <w:t xml:space="preserve"> na adresu jeho sídla uvedeného </w:t>
      </w:r>
      <w:r w:rsidR="00F758E6">
        <w:rPr>
          <w:iCs/>
        </w:rPr>
        <w:t>v </w:t>
      </w:r>
      <w:r>
        <w:rPr>
          <w:iCs/>
        </w:rPr>
        <w:t xml:space="preserve">této </w:t>
      </w:r>
      <w:r w:rsidR="00C523BA">
        <w:rPr>
          <w:iCs/>
        </w:rPr>
        <w:t>S</w:t>
      </w:r>
      <w:r w:rsidR="00F758E6">
        <w:rPr>
          <w:iCs/>
        </w:rPr>
        <w:t>mlouvě</w:t>
      </w:r>
      <w:r>
        <w:rPr>
          <w:iCs/>
        </w:rPr>
        <w:t>.</w:t>
      </w:r>
    </w:p>
    <w:p w:rsidR="00371E55" w:rsidRPr="00371E55" w:rsidRDefault="00C523BA" w:rsidP="00371E55">
      <w:pPr>
        <w:pStyle w:val="Odstavec2"/>
      </w:pPr>
      <w:r>
        <w:rPr>
          <w:bCs/>
        </w:rPr>
        <w:t>Kupující</w:t>
      </w:r>
      <w:r w:rsidR="00371E55" w:rsidRPr="00371E55">
        <w:rPr>
          <w:bCs/>
        </w:rPr>
        <w:t xml:space="preserve"> je oprávněn odstoupit od </w:t>
      </w:r>
      <w:r w:rsidR="00EC4DD1">
        <w:rPr>
          <w:bCs/>
        </w:rPr>
        <w:t>této Smlouvy</w:t>
      </w:r>
      <w:r w:rsidR="00DF61DD">
        <w:rPr>
          <w:bCs/>
        </w:rPr>
        <w:t>,</w:t>
      </w:r>
      <w:r w:rsidR="00371E55" w:rsidRPr="00371E55">
        <w:rPr>
          <w:bCs/>
        </w:rPr>
        <w:t xml:space="preserve"> </w:t>
      </w:r>
      <w:r w:rsidR="000A0125">
        <w:rPr>
          <w:bCs/>
        </w:rPr>
        <w:t>kromě z důvodů uvedených zákonem</w:t>
      </w:r>
      <w:r w:rsidR="00DF61DD">
        <w:rPr>
          <w:bCs/>
        </w:rPr>
        <w:t xml:space="preserve">, také </w:t>
      </w:r>
      <w:r w:rsidR="00371E55" w:rsidRPr="00371E55">
        <w:rPr>
          <w:bCs/>
        </w:rPr>
        <w:t>z důvodu:</w:t>
      </w:r>
    </w:p>
    <w:p w:rsidR="00F758E6" w:rsidRDefault="00F758E6" w:rsidP="00F758E6">
      <w:pPr>
        <w:pStyle w:val="05-ODST-3"/>
        <w:numPr>
          <w:ilvl w:val="2"/>
          <w:numId w:val="36"/>
        </w:numPr>
        <w:rPr>
          <w:rFonts w:cs="Arial"/>
        </w:rPr>
      </w:pPr>
      <w:r>
        <w:rPr>
          <w:rFonts w:cs="Arial"/>
        </w:rPr>
        <w:t>bezdůvodné odmítnutí uzavřít dílčí smlouvu,</w:t>
      </w:r>
    </w:p>
    <w:p w:rsidR="00F758E6" w:rsidRDefault="00F758E6" w:rsidP="00F758E6">
      <w:pPr>
        <w:pStyle w:val="05-ODST-3"/>
        <w:numPr>
          <w:ilvl w:val="2"/>
          <w:numId w:val="36"/>
        </w:numPr>
        <w:rPr>
          <w:rFonts w:cs="Arial"/>
        </w:rPr>
      </w:pPr>
      <w:r w:rsidRPr="00B126D1">
        <w:rPr>
          <w:rFonts w:cs="Arial"/>
        </w:rPr>
        <w:t xml:space="preserve">prodávající vstoupí do likvidace nebo </w:t>
      </w:r>
    </w:p>
    <w:p w:rsidR="00F758E6" w:rsidRPr="00B126D1" w:rsidRDefault="00F758E6" w:rsidP="00F758E6">
      <w:pPr>
        <w:pStyle w:val="05-ODST-3"/>
        <w:numPr>
          <w:ilvl w:val="2"/>
          <w:numId w:val="36"/>
        </w:numPr>
        <w:rPr>
          <w:rFonts w:cs="Arial"/>
        </w:rPr>
      </w:pPr>
      <w:r w:rsidRPr="00B126D1">
        <w:rPr>
          <w:rFonts w:cs="Arial"/>
        </w:rPr>
        <w:t>bude vůči němu podán návrh dle zákona č. 182/2006 Sb., insolvenční zákon, v platném znění</w:t>
      </w:r>
      <w:r>
        <w:rPr>
          <w:rFonts w:cs="Arial"/>
        </w:rPr>
        <w:t>;</w:t>
      </w:r>
    </w:p>
    <w:p w:rsidR="00F758E6" w:rsidRPr="00CD0195" w:rsidRDefault="00F758E6" w:rsidP="00F758E6">
      <w:pPr>
        <w:pStyle w:val="05-ODST-3"/>
        <w:numPr>
          <w:ilvl w:val="2"/>
          <w:numId w:val="36"/>
        </w:numPr>
        <w:rPr>
          <w:rFonts w:cs="Arial"/>
        </w:rPr>
      </w:pPr>
      <w:r w:rsidRPr="00B126D1">
        <w:rPr>
          <w:rFonts w:cs="Arial"/>
        </w:rPr>
        <w:t xml:space="preserve">opakované nedodržení </w:t>
      </w:r>
      <w:r>
        <w:rPr>
          <w:rFonts w:cs="Arial"/>
        </w:rPr>
        <w:t>podmínek stanovených S</w:t>
      </w:r>
      <w:r w:rsidRPr="00B126D1">
        <w:rPr>
          <w:rFonts w:cs="Arial"/>
        </w:rPr>
        <w:t>mlouvou;</w:t>
      </w:r>
    </w:p>
    <w:p w:rsidR="00F758E6" w:rsidRPr="00CD0195" w:rsidRDefault="00F758E6" w:rsidP="00F758E6">
      <w:pPr>
        <w:pStyle w:val="05-ODST-3"/>
        <w:numPr>
          <w:ilvl w:val="2"/>
          <w:numId w:val="36"/>
        </w:numPr>
        <w:rPr>
          <w:rFonts w:cs="Arial"/>
        </w:rPr>
      </w:pPr>
      <w:r>
        <w:rPr>
          <w:rFonts w:cs="Arial"/>
        </w:rPr>
        <w:t>P</w:t>
      </w:r>
      <w:r w:rsidRPr="00B126D1">
        <w:rPr>
          <w:rFonts w:cs="Arial"/>
        </w:rPr>
        <w:t xml:space="preserve">rodávajícímu zanikne živnostenské oprávnění dle zákona č. 455/1991 Sb., živnostenský zákon, ve znění pozdějších předpisů, nebo jiné oprávnění </w:t>
      </w:r>
      <w:r>
        <w:rPr>
          <w:rFonts w:cs="Arial"/>
        </w:rPr>
        <w:t>nezbytné pro řádné plnění této S</w:t>
      </w:r>
      <w:r w:rsidRPr="00B126D1">
        <w:rPr>
          <w:rFonts w:cs="Arial"/>
        </w:rPr>
        <w:t>mlouvy;</w:t>
      </w:r>
    </w:p>
    <w:p w:rsidR="00F758E6" w:rsidRPr="00F758E6" w:rsidRDefault="00F758E6" w:rsidP="00F758E6">
      <w:pPr>
        <w:pStyle w:val="05-ODST-3"/>
        <w:numPr>
          <w:ilvl w:val="2"/>
          <w:numId w:val="36"/>
        </w:numPr>
        <w:rPr>
          <w:rFonts w:cs="Arial"/>
        </w:rPr>
      </w:pPr>
      <w:r w:rsidRPr="00B126D1">
        <w:rPr>
          <w:rFonts w:cs="Arial"/>
        </w:rPr>
        <w:t>pravomocné o</w:t>
      </w:r>
      <w:r>
        <w:rPr>
          <w:rFonts w:cs="Arial"/>
        </w:rPr>
        <w:t>dsouzení P</w:t>
      </w:r>
      <w:r w:rsidRPr="00CD0195">
        <w:rPr>
          <w:rFonts w:cs="Arial"/>
        </w:rPr>
        <w:t>rodávajícího pro trestný čin podle zákona č. 418/2011 Sb., o trestní odpovědnosti právnických osob a řízení proti nim, ve znění pozdějších předpisů.</w:t>
      </w:r>
    </w:p>
    <w:p w:rsidR="00EC4DD1" w:rsidRPr="00EC4DD1" w:rsidRDefault="00EC4DD1" w:rsidP="00371E55">
      <w:pPr>
        <w:pStyle w:val="Odstavec2"/>
      </w:pPr>
      <w:r w:rsidRPr="00EC4DD1">
        <w:rPr>
          <w:bCs/>
          <w:iCs/>
        </w:rPr>
        <w:t xml:space="preserve">Kupující je oprávněn odstoupit od </w:t>
      </w:r>
      <w:r>
        <w:rPr>
          <w:bCs/>
          <w:iCs/>
        </w:rPr>
        <w:t>dílčí smlouvy</w:t>
      </w:r>
      <w:r w:rsidR="00DF61DD">
        <w:rPr>
          <w:bCs/>
          <w:iCs/>
        </w:rPr>
        <w:t>,</w:t>
      </w:r>
      <w:r w:rsidR="000A0125">
        <w:rPr>
          <w:bCs/>
          <w:iCs/>
        </w:rPr>
        <w:t xml:space="preserve"> </w:t>
      </w:r>
      <w:r w:rsidR="000A0125" w:rsidRPr="000A0125">
        <w:rPr>
          <w:bCs/>
          <w:iCs/>
        </w:rPr>
        <w:t>kromě z</w:t>
      </w:r>
      <w:r w:rsidR="00DF61DD">
        <w:rPr>
          <w:bCs/>
          <w:iCs/>
        </w:rPr>
        <w:t xml:space="preserve"> důvodů uvedených zákonem</w:t>
      </w:r>
      <w:r w:rsidR="00F758E6">
        <w:rPr>
          <w:bCs/>
          <w:iCs/>
        </w:rPr>
        <w:t xml:space="preserve"> a ze všech důvodů uvedených v odst. 11.4 výše</w:t>
      </w:r>
      <w:r w:rsidR="00DF61DD">
        <w:rPr>
          <w:bCs/>
          <w:iCs/>
        </w:rPr>
        <w:t>, také</w:t>
      </w:r>
      <w:r w:rsidR="000A0125" w:rsidRPr="000A0125">
        <w:rPr>
          <w:bCs/>
          <w:iCs/>
        </w:rPr>
        <w:t xml:space="preserve"> z důvodu</w:t>
      </w:r>
      <w:r>
        <w:rPr>
          <w:iCs/>
        </w:rPr>
        <w:t>:</w:t>
      </w:r>
    </w:p>
    <w:p w:rsidR="00F758E6" w:rsidRDefault="00F758E6" w:rsidP="00F758E6">
      <w:pPr>
        <w:pStyle w:val="05-ODST-3"/>
        <w:numPr>
          <w:ilvl w:val="2"/>
          <w:numId w:val="36"/>
        </w:numPr>
        <w:rPr>
          <w:rFonts w:cs="Arial"/>
        </w:rPr>
      </w:pPr>
      <w:r>
        <w:rPr>
          <w:rFonts w:cs="Arial"/>
        </w:rPr>
        <w:lastRenderedPageBreak/>
        <w:t>bezdůvodné odmítnutí Prodávajícího dílčí smlouvu splnit,</w:t>
      </w:r>
    </w:p>
    <w:p w:rsidR="00F758E6" w:rsidRDefault="00F758E6" w:rsidP="00F758E6">
      <w:pPr>
        <w:pStyle w:val="05-ODST-3"/>
        <w:numPr>
          <w:ilvl w:val="2"/>
          <w:numId w:val="36"/>
        </w:numPr>
        <w:rPr>
          <w:rFonts w:cs="Arial"/>
        </w:rPr>
      </w:pPr>
      <w:r>
        <w:rPr>
          <w:rFonts w:cs="Arial"/>
        </w:rPr>
        <w:t>prodlení Prodávajícího se lhůtou pro dodání zboží.</w:t>
      </w:r>
    </w:p>
    <w:p w:rsidR="00F758E6" w:rsidRPr="00EC4DD1" w:rsidRDefault="00F758E6" w:rsidP="00F758E6">
      <w:pPr>
        <w:pStyle w:val="Odstavec2"/>
        <w:numPr>
          <w:ilvl w:val="0"/>
          <w:numId w:val="0"/>
        </w:numPr>
        <w:ind w:left="927"/>
        <w:rPr>
          <w:highlight w:val="yellow"/>
        </w:rPr>
      </w:pPr>
    </w:p>
    <w:p w:rsidR="00F758E6" w:rsidRDefault="00F758E6" w:rsidP="00725166">
      <w:pPr>
        <w:pStyle w:val="Odstavec2"/>
      </w:pPr>
      <w:r>
        <w:t xml:space="preserve">Prodávající </w:t>
      </w:r>
      <w:r w:rsidRPr="00F758E6">
        <w:rPr>
          <w:rFonts w:cs="Arial"/>
        </w:rPr>
        <w:t xml:space="preserve">je oprávněn </w:t>
      </w:r>
      <w:r>
        <w:t>písemně odstoupit od S</w:t>
      </w:r>
      <w:r w:rsidRPr="00A85D35">
        <w:t>mlouvy</w:t>
      </w:r>
      <w:r>
        <w:t xml:space="preserve"> a/nebo od dílčí smlouvy, vyjma důvodů uvedených v zákoně č. 89/2012 Sb., občanský zákoník, v platném znění, též z důvodu:</w:t>
      </w:r>
    </w:p>
    <w:p w:rsidR="00F758E6" w:rsidRPr="00C65994" w:rsidRDefault="00F758E6" w:rsidP="00F758E6">
      <w:pPr>
        <w:pStyle w:val="Odstavec3"/>
        <w:numPr>
          <w:ilvl w:val="2"/>
          <w:numId w:val="43"/>
        </w:numPr>
      </w:pPr>
      <w:r>
        <w:t xml:space="preserve">prodlení Kupujícího s platbou za Předmět </w:t>
      </w:r>
      <w:r w:rsidRPr="00C65994">
        <w:t>plnění o více než 15 dnů</w:t>
      </w:r>
    </w:p>
    <w:p w:rsidR="00F758E6" w:rsidRDefault="00F758E6" w:rsidP="00F758E6">
      <w:pPr>
        <w:pStyle w:val="Odstavec3"/>
        <w:numPr>
          <w:ilvl w:val="2"/>
          <w:numId w:val="43"/>
        </w:numPr>
      </w:pPr>
      <w:r>
        <w:t xml:space="preserve">Kupující </w:t>
      </w:r>
      <w:r w:rsidRPr="00B126D1">
        <w:t xml:space="preserve">vstoupí do likvidace nebo </w:t>
      </w:r>
    </w:p>
    <w:p w:rsidR="00F758E6" w:rsidRPr="00B126D1" w:rsidRDefault="00F758E6" w:rsidP="00F758E6">
      <w:pPr>
        <w:pStyle w:val="Odstavec3"/>
        <w:numPr>
          <w:ilvl w:val="2"/>
          <w:numId w:val="43"/>
        </w:numPr>
      </w:pPr>
      <w:r w:rsidRPr="00B126D1">
        <w:t>bude vůči němu podán návrh dle zákona č. 182/2006 Sb., insolvenční zákon, v platném znění</w:t>
      </w:r>
      <w:r>
        <w:t>,</w:t>
      </w:r>
    </w:p>
    <w:p w:rsidR="00F758E6" w:rsidRPr="006178DF" w:rsidRDefault="00F758E6" w:rsidP="00F758E6">
      <w:pPr>
        <w:pStyle w:val="Odstavec3"/>
        <w:numPr>
          <w:ilvl w:val="2"/>
          <w:numId w:val="43"/>
        </w:numPr>
      </w:pPr>
      <w:r w:rsidRPr="00B126D1">
        <w:t>pravomocné o</w:t>
      </w:r>
      <w:r w:rsidRPr="006178DF">
        <w:t xml:space="preserve">dsouzení </w:t>
      </w:r>
      <w:r>
        <w:t>Kupujícího</w:t>
      </w:r>
      <w:r w:rsidRPr="006178DF">
        <w:t xml:space="preserve"> pro trestný čin podle zákona č. 418/2011 Sb., o trestní odpovědnosti právnických osob a řízení proti nim, ve znění pozdějších předpisů.</w:t>
      </w:r>
    </w:p>
    <w:p w:rsidR="00F758E6" w:rsidRPr="00F758E6" w:rsidRDefault="00F758E6" w:rsidP="00F758E6">
      <w:pPr>
        <w:pStyle w:val="Odstavec2"/>
      </w:pPr>
      <w:r>
        <w:t xml:space="preserve">Odstoupení od </w:t>
      </w:r>
      <w:r w:rsidR="00A818BC">
        <w:t>S</w:t>
      </w:r>
      <w:r w:rsidRPr="00B126D1">
        <w:t>mlouvy</w:t>
      </w:r>
      <w:r w:rsidR="00A818BC">
        <w:t>/dílčí smlouvy</w:t>
      </w:r>
      <w:r w:rsidRPr="00B126D1">
        <w:t xml:space="preserve"> je účinné dnem doručení písemného oznámení o odstoupení </w:t>
      </w:r>
      <w:r>
        <w:t>druhé Smluvní stran</w:t>
      </w:r>
      <w:r w:rsidR="00A818BC">
        <w:t>ě</w:t>
      </w:r>
      <w:r w:rsidRPr="00B126D1">
        <w:t>.</w:t>
      </w:r>
    </w:p>
    <w:p w:rsidR="00371E55" w:rsidRDefault="00371E55" w:rsidP="00371E55">
      <w:pPr>
        <w:pStyle w:val="Odstavec2"/>
      </w:pPr>
      <w:r w:rsidRPr="00371E55">
        <w:t xml:space="preserve">Výpověď nebo odstoupení od </w:t>
      </w:r>
      <w:r w:rsidR="00A818BC">
        <w:t>S</w:t>
      </w:r>
      <w:r w:rsidRPr="00371E55">
        <w:t>mlouvy</w:t>
      </w:r>
      <w:r w:rsidR="00A818BC">
        <w:t>/dílčí smlouvy</w:t>
      </w:r>
      <w:r w:rsidRPr="00371E55">
        <w:t xml:space="preserve"> dle před</w:t>
      </w:r>
      <w:r w:rsidR="00F758E6">
        <w:t>chozích odstavců tohoto článku S</w:t>
      </w:r>
      <w:r w:rsidRPr="00371E55">
        <w:t xml:space="preserve">mlouvy musí být písemné a musí být doručeno osobním doručením </w:t>
      </w:r>
      <w:r w:rsidR="00A818BC">
        <w:t xml:space="preserve">a předáním druhé Smluvní straně </w:t>
      </w:r>
      <w:r w:rsidRPr="00371E55">
        <w:t>nebo dopo</w:t>
      </w:r>
      <w:r w:rsidR="00F758E6">
        <w:t>ručenou poštou na adresu druhé Smluvní strany uvedené</w:t>
      </w:r>
      <w:r w:rsidRPr="00371E55">
        <w:t xml:space="preserve"> v </w:t>
      </w:r>
      <w:r w:rsidR="00B26F7D">
        <w:t>této Smlouvě</w:t>
      </w:r>
      <w:r w:rsidRPr="00371E55">
        <w:t xml:space="preserve"> nebo </w:t>
      </w:r>
      <w:r w:rsidR="00B26F7D">
        <w:t>v dílčí smlouvě</w:t>
      </w:r>
      <w:r w:rsidRPr="00371E55">
        <w:t xml:space="preserve"> na adresu </w:t>
      </w:r>
      <w:r w:rsidR="00A818BC">
        <w:t>S</w:t>
      </w:r>
      <w:r w:rsidRPr="00371E55">
        <w:t>mluvní stranou později písemně sdělenou s tím, že třetí den od uložení zásilky na poště se má za den doručení. Smluvní strany jsou povinny se pro tento účel navzájem vyrozumět o jakýchkoliv změnách jejich adres nejpozději do 3 dnů od vzniku takové změny</w:t>
      </w:r>
      <w:r>
        <w:t>.</w:t>
      </w:r>
    </w:p>
    <w:p w:rsidR="00371E55" w:rsidRPr="00371E55" w:rsidRDefault="00371E55" w:rsidP="00371E55">
      <w:pPr>
        <w:pStyle w:val="Odstavec2"/>
      </w:pPr>
      <w:r w:rsidRPr="00371E55">
        <w:t xml:space="preserve">Výpovědí se tato rámcová </w:t>
      </w:r>
      <w:r w:rsidR="00B26F7D">
        <w:t xml:space="preserve">kupní </w:t>
      </w:r>
      <w:r w:rsidRPr="00371E55">
        <w:t>smlouva ruší s výjimkou ustanovení, z jejichž povahy vyplývá, že mají trvat i po skončení této rámcové</w:t>
      </w:r>
      <w:r w:rsidR="00B26F7D">
        <w:t xml:space="preserve"> kupní</w:t>
      </w:r>
      <w:r w:rsidRPr="00371E55">
        <w:t xml:space="preserve"> smlouvy</w:t>
      </w:r>
      <w:r w:rsidR="00A46989">
        <w:t>.</w:t>
      </w:r>
    </w:p>
    <w:p w:rsidR="00655C3C" w:rsidRDefault="0021315A" w:rsidP="00371E55">
      <w:pPr>
        <w:pStyle w:val="Odstavec2"/>
      </w:pPr>
      <w:r w:rsidRPr="00371E55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 </w:t>
      </w:r>
      <w:r w:rsidR="006857A4" w:rsidRPr="006857A4">
        <w:t>z</w:t>
      </w:r>
      <w:r w:rsidR="00BE47FA">
        <w:t>ákona</w:t>
      </w:r>
      <w:r w:rsidR="006857A4" w:rsidRPr="006857A4">
        <w:t xml:space="preserve"> č. 89/2012 Sb., občanského zákoníku,</w:t>
      </w:r>
      <w:r w:rsidR="006857A4">
        <w:t xml:space="preserve"> se na vztah založený touto Smlouvou nepoužijí</w:t>
      </w:r>
      <w:r w:rsidR="002525FB">
        <w:t>. Smluvní strany se dále s ohlede</w:t>
      </w:r>
      <w:r w:rsidR="005A6566">
        <w:t>m na povahu Smlouvy dohodly, že Prodávající</w:t>
      </w:r>
      <w:r w:rsidR="002525FB">
        <w:t xml:space="preserve"> bez předchozího písemného souhlasu </w:t>
      </w:r>
      <w:r w:rsidR="005A6566">
        <w:t>Kupujícího</w:t>
      </w:r>
      <w:r w:rsidR="002525FB">
        <w:t xml:space="preserve">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bookmarkStart w:id="13" w:name="_Ref321332148"/>
      <w:r w:rsidRPr="00BA59A8">
        <w:t>Nedílnou součástí této Smlouvy jsou přílohy:</w:t>
      </w:r>
      <w:bookmarkEnd w:id="13"/>
    </w:p>
    <w:p w:rsidR="00BA59A8" w:rsidRPr="002B6892" w:rsidRDefault="00BA59A8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2B6892">
        <w:rPr>
          <w:rFonts w:ascii="Arial" w:hAnsi="Arial" w:cs="Arial"/>
          <w:color w:val="000000"/>
          <w:sz w:val="20"/>
          <w:szCs w:val="20"/>
        </w:rPr>
        <w:t>příloha č. 1 –</w:t>
      </w:r>
      <w:r w:rsidR="00A46989" w:rsidRPr="002B6892">
        <w:rPr>
          <w:rFonts w:ascii="Arial" w:hAnsi="Arial" w:cs="Arial"/>
          <w:color w:val="000000"/>
          <w:sz w:val="20"/>
          <w:szCs w:val="20"/>
        </w:rPr>
        <w:t xml:space="preserve"> Specifikace předmětu plnění</w:t>
      </w:r>
    </w:p>
    <w:p w:rsidR="002B6892" w:rsidRPr="002B6892" w:rsidRDefault="00BA59A8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2B6892">
        <w:rPr>
          <w:rFonts w:ascii="Arial" w:hAnsi="Arial" w:cs="Arial"/>
          <w:color w:val="000000"/>
          <w:sz w:val="20"/>
          <w:szCs w:val="20"/>
        </w:rPr>
        <w:t>příloha č.</w:t>
      </w:r>
      <w:r w:rsidR="00A46989" w:rsidRPr="002B6892">
        <w:rPr>
          <w:rFonts w:ascii="Arial" w:hAnsi="Arial" w:cs="Arial"/>
          <w:color w:val="000000"/>
          <w:sz w:val="20"/>
          <w:szCs w:val="20"/>
        </w:rPr>
        <w:t xml:space="preserve"> </w:t>
      </w:r>
      <w:r w:rsidR="002B6892" w:rsidRPr="002B6892">
        <w:rPr>
          <w:rFonts w:ascii="Arial" w:hAnsi="Arial" w:cs="Arial"/>
          <w:color w:val="000000"/>
          <w:sz w:val="20"/>
          <w:szCs w:val="20"/>
        </w:rPr>
        <w:t>2 – Seznam míst plnění</w:t>
      </w:r>
      <w:r w:rsidR="00930880">
        <w:rPr>
          <w:rFonts w:ascii="Arial" w:hAnsi="Arial" w:cs="Arial"/>
          <w:color w:val="000000"/>
          <w:sz w:val="20"/>
          <w:szCs w:val="20"/>
        </w:rPr>
        <w:t xml:space="preserve"> a osob oprávněných převzít Předmět plnění</w:t>
      </w:r>
    </w:p>
    <w:p w:rsidR="00BA59A8" w:rsidRDefault="002B6892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2B6892">
        <w:rPr>
          <w:rFonts w:ascii="Arial" w:hAnsi="Arial" w:cs="Arial"/>
          <w:color w:val="000000"/>
          <w:sz w:val="20"/>
          <w:szCs w:val="20"/>
        </w:rPr>
        <w:t>Příloha č. 3 – Ceník Prodávajícího</w:t>
      </w:r>
    </w:p>
    <w:p w:rsidR="005E1F14" w:rsidRDefault="005E1F14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Příloha č. 4 – Seznam </w:t>
      </w:r>
      <w:r w:rsidR="00930880">
        <w:rPr>
          <w:rFonts w:ascii="Arial" w:hAnsi="Arial" w:cs="Arial"/>
          <w:color w:val="000000"/>
          <w:sz w:val="20"/>
          <w:szCs w:val="20"/>
        </w:rPr>
        <w:t>schvalovatelů Kupujícího a osob určených k zadání rezervace zboží v e-</w:t>
      </w:r>
      <w:proofErr w:type="spellStart"/>
      <w:r w:rsidR="00930880">
        <w:rPr>
          <w:rFonts w:ascii="Arial" w:hAnsi="Arial" w:cs="Arial"/>
          <w:color w:val="000000"/>
          <w:sz w:val="20"/>
          <w:szCs w:val="20"/>
        </w:rPr>
        <w:t>shopu</w:t>
      </w:r>
      <w:proofErr w:type="spellEnd"/>
    </w:p>
    <w:p w:rsidR="00BA59A8" w:rsidRPr="00BA59A8" w:rsidRDefault="00BA59A8" w:rsidP="00BA59A8">
      <w:pPr>
        <w:pStyle w:val="Odstavec2"/>
      </w:pPr>
      <w:r w:rsidRPr="00BA59A8">
        <w:t xml:space="preserve">Tato Smlouva byla </w:t>
      </w:r>
      <w:r w:rsidR="00BE47FA">
        <w:t>S</w:t>
      </w:r>
      <w:r w:rsidRPr="00BA59A8">
        <w:t xml:space="preserve">mluvními stranami podepsána ve </w:t>
      </w:r>
      <w:r w:rsidRPr="00D456F0">
        <w:t>čtyřech</w:t>
      </w:r>
      <w:r w:rsidRPr="00BA59A8">
        <w:t xml:space="preserve"> vyhotoveních, z nichž každá ze </w:t>
      </w:r>
      <w:r w:rsidR="00725166">
        <w:t>S</w:t>
      </w:r>
      <w:r w:rsidRPr="00BA59A8">
        <w:t>mluvních stran obdržela po dvou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Pr="00D456F0" w:rsidRDefault="00BA59A8" w:rsidP="00BA59A8">
      <w:pPr>
        <w:pStyle w:val="Odstavec2"/>
      </w:pPr>
      <w:r w:rsidRPr="00BA59A8">
        <w:t xml:space="preserve">Tato Smlouva nabývá platnosti dnem jejího podpisu oběma Smluvními stranami a účinnosti </w:t>
      </w:r>
      <w:r w:rsidRPr="00D456F0">
        <w:t>dnem jejího podpisu obě</w:t>
      </w:r>
      <w:r w:rsidR="00D456F0" w:rsidRPr="00D456F0">
        <w:t>ma Smluvními stranami.</w:t>
      </w:r>
    </w:p>
    <w:p w:rsidR="0021315A" w:rsidRDefault="0021315A" w:rsidP="0021315A"/>
    <w:p w:rsidR="0021315A" w:rsidRDefault="0021315A" w:rsidP="0021315A">
      <w:r w:rsidRPr="0021315A">
        <w:rPr>
          <w:b/>
        </w:rPr>
        <w:lastRenderedPageBreak/>
        <w:t xml:space="preserve">Za </w:t>
      </w:r>
      <w:r w:rsidR="00EC4DD1">
        <w:rPr>
          <w:b/>
        </w:rPr>
        <w:t>Kupujícího</w:t>
      </w:r>
      <w:r w:rsidR="00EC4DD1">
        <w:rPr>
          <w:b/>
        </w:rPr>
        <w:tab/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 xml:space="preserve">Za </w:t>
      </w:r>
      <w:r w:rsidR="00EC4DD1">
        <w:rPr>
          <w:b/>
        </w:rPr>
        <w:t>Prodávajícího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21315A"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21315A">
      <w:r>
        <w:t>Ing. Ladislav Staněk</w:t>
      </w:r>
      <w:r>
        <w:tab/>
      </w:r>
    </w:p>
    <w:p w:rsidR="0021315A" w:rsidRDefault="0021315A" w:rsidP="0021315A">
      <w:r>
        <w:t>člen představenstva</w:t>
      </w:r>
    </w:p>
    <w:p w:rsidR="0021315A" w:rsidRDefault="0021315A" w:rsidP="0021315A"/>
    <w:p w:rsidR="003D4A71" w:rsidRDefault="003D4A71" w:rsidP="0021315A"/>
    <w:p w:rsidR="003D4A71" w:rsidRDefault="003D4A71" w:rsidP="0021315A"/>
    <w:p w:rsidR="00A266D9" w:rsidRPr="003D4A71" w:rsidRDefault="00A266D9" w:rsidP="003D4A71">
      <w:pPr>
        <w:jc w:val="center"/>
        <w:rPr>
          <w:b/>
        </w:rPr>
      </w:pPr>
    </w:p>
    <w:sectPr w:rsidR="00A266D9" w:rsidRPr="003D4A71">
      <w:headerReference w:type="default" r:id="rId12"/>
      <w:footerReference w:type="default" r:id="rId13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Martin Pospíchal" w:date="2013-11-15T12:58:00Z" w:initials="MP">
    <w:p w:rsidR="002E4565" w:rsidRDefault="002E4565">
      <w:pPr>
        <w:pStyle w:val="Textkomente"/>
      </w:pPr>
      <w:r>
        <w:rPr>
          <w:rStyle w:val="Odkaznakoment"/>
        </w:rPr>
        <w:annotationRef/>
      </w:r>
      <w:r w:rsidRPr="003F629A">
        <w:t>Účet by měl být veden u poskytovatele bankovních služeb v České republice.</w:t>
      </w:r>
    </w:p>
  </w:comment>
  <w:comment w:id="4" w:author="Hošková Lenka" w:date="2014-01-14T08:02:00Z" w:initials="HL">
    <w:p w:rsidR="00BC4947" w:rsidRDefault="00BC4947">
      <w:pPr>
        <w:pStyle w:val="Textkomente"/>
      </w:pPr>
      <w:r>
        <w:rPr>
          <w:rStyle w:val="Odkaznakoment"/>
        </w:rPr>
        <w:annotationRef/>
      </w:r>
      <w:r>
        <w:t>Upraví se dle možností dodavatele</w:t>
      </w:r>
    </w:p>
  </w:comment>
  <w:comment w:id="12" w:author="Adéla Urbánková" w:date="2014-01-22T13:24:00Z" w:initials="AU">
    <w:p w:rsidR="00E46541" w:rsidRDefault="00E46541">
      <w:pPr>
        <w:pStyle w:val="Textkomente"/>
      </w:pPr>
      <w:r>
        <w:rPr>
          <w:rStyle w:val="Odkaznakoment"/>
        </w:rPr>
        <w:annotationRef/>
      </w:r>
      <w:r>
        <w:t xml:space="preserve">Celé </w:t>
      </w:r>
      <w:r w:rsidR="00E70AFC">
        <w:t>upravit dle možností dodavatele v případě, že nabídne náhradní plnění.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941" w:rsidRDefault="00816941">
      <w:r>
        <w:separator/>
      </w:r>
    </w:p>
  </w:endnote>
  <w:endnote w:type="continuationSeparator" w:id="0">
    <w:p w:rsidR="00816941" w:rsidRDefault="00816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565" w:rsidRDefault="002E4565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E871B8" wp14:editId="1D5F5EB6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2E4565" w:rsidRDefault="002E4565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60202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A60202">
      <w:rPr>
        <w:rStyle w:val="slostrnky"/>
        <w:noProof/>
      </w:rPr>
      <w:t>10</w:t>
    </w:r>
    <w:r>
      <w:rPr>
        <w:rStyle w:val="slostrnky"/>
      </w:rPr>
      <w:fldChar w:fldCharType="end"/>
    </w:r>
  </w:p>
  <w:p w:rsidR="002E4565" w:rsidRDefault="002E456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941" w:rsidRDefault="00816941">
      <w:r>
        <w:separator/>
      </w:r>
    </w:p>
  </w:footnote>
  <w:footnote w:type="continuationSeparator" w:id="0">
    <w:p w:rsidR="00816941" w:rsidRDefault="008169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565" w:rsidRDefault="002E4565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4105"/>
    <w:multiLevelType w:val="hybridMultilevel"/>
    <w:tmpl w:val="522CB7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3F5DBA"/>
    <w:multiLevelType w:val="hybridMultilevel"/>
    <w:tmpl w:val="F4282404"/>
    <w:lvl w:ilvl="0" w:tplc="39166B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7840D8E"/>
    <w:multiLevelType w:val="hybridMultilevel"/>
    <w:tmpl w:val="63A2C0B8"/>
    <w:lvl w:ilvl="0" w:tplc="0DF0E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8213DF"/>
    <w:multiLevelType w:val="hybridMultilevel"/>
    <w:tmpl w:val="5C2EE1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C9737B"/>
    <w:multiLevelType w:val="hybridMultilevel"/>
    <w:tmpl w:val="1E3E8916"/>
    <w:lvl w:ilvl="0" w:tplc="A2C8539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28675D"/>
    <w:multiLevelType w:val="multilevel"/>
    <w:tmpl w:val="6DF4CD1A"/>
    <w:lvl w:ilvl="0">
      <w:start w:val="1"/>
      <w:numFmt w:val="ordinal"/>
      <w:suff w:val="space"/>
      <w:lvlText w:val="Čl. %1"/>
      <w:lvlJc w:val="left"/>
      <w:pPr>
        <w:ind w:left="1164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134" w:hanging="850"/>
      </w:pPr>
      <w:rPr>
        <w:rFonts w:ascii="Wingdings" w:hAnsi="Wingdings"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3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58765C"/>
    <w:multiLevelType w:val="hybridMultilevel"/>
    <w:tmpl w:val="76F40AB0"/>
    <w:lvl w:ilvl="0" w:tplc="D20CB0E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7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9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164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0">
    <w:nsid w:val="73624C37"/>
    <w:multiLevelType w:val="hybridMultilevel"/>
    <w:tmpl w:val="AAEA7E24"/>
    <w:lvl w:ilvl="0" w:tplc="33A4ABE2">
      <w:start w:val="1"/>
      <w:numFmt w:val="decimal"/>
      <w:lvlText w:val="%1."/>
      <w:lvlJc w:val="left"/>
      <w:pPr>
        <w:ind w:left="705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5" w:hanging="360"/>
      </w:pPr>
    </w:lvl>
    <w:lvl w:ilvl="2" w:tplc="0405001B" w:tentative="1">
      <w:start w:val="1"/>
      <w:numFmt w:val="lowerRoman"/>
      <w:lvlText w:val="%3."/>
      <w:lvlJc w:val="right"/>
      <w:pPr>
        <w:ind w:left="2115" w:hanging="180"/>
      </w:pPr>
    </w:lvl>
    <w:lvl w:ilvl="3" w:tplc="0405000F" w:tentative="1">
      <w:start w:val="1"/>
      <w:numFmt w:val="decimal"/>
      <w:lvlText w:val="%4."/>
      <w:lvlJc w:val="left"/>
      <w:pPr>
        <w:ind w:left="2835" w:hanging="360"/>
      </w:pPr>
    </w:lvl>
    <w:lvl w:ilvl="4" w:tplc="04050019" w:tentative="1">
      <w:start w:val="1"/>
      <w:numFmt w:val="lowerLetter"/>
      <w:lvlText w:val="%5."/>
      <w:lvlJc w:val="left"/>
      <w:pPr>
        <w:ind w:left="3555" w:hanging="360"/>
      </w:pPr>
    </w:lvl>
    <w:lvl w:ilvl="5" w:tplc="0405001B" w:tentative="1">
      <w:start w:val="1"/>
      <w:numFmt w:val="lowerRoman"/>
      <w:lvlText w:val="%6."/>
      <w:lvlJc w:val="right"/>
      <w:pPr>
        <w:ind w:left="4275" w:hanging="180"/>
      </w:pPr>
    </w:lvl>
    <w:lvl w:ilvl="6" w:tplc="0405000F" w:tentative="1">
      <w:start w:val="1"/>
      <w:numFmt w:val="decimal"/>
      <w:lvlText w:val="%7."/>
      <w:lvlJc w:val="left"/>
      <w:pPr>
        <w:ind w:left="4995" w:hanging="360"/>
      </w:pPr>
    </w:lvl>
    <w:lvl w:ilvl="7" w:tplc="04050019" w:tentative="1">
      <w:start w:val="1"/>
      <w:numFmt w:val="lowerLetter"/>
      <w:lvlText w:val="%8."/>
      <w:lvlJc w:val="left"/>
      <w:pPr>
        <w:ind w:left="5715" w:hanging="360"/>
      </w:pPr>
    </w:lvl>
    <w:lvl w:ilvl="8" w:tplc="040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1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3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9"/>
  </w:num>
  <w:num w:numId="5">
    <w:abstractNumId w:val="19"/>
  </w:num>
  <w:num w:numId="6">
    <w:abstractNumId w:val="19"/>
  </w:num>
  <w:num w:numId="7">
    <w:abstractNumId w:val="10"/>
  </w:num>
  <w:num w:numId="8">
    <w:abstractNumId w:val="22"/>
  </w:num>
  <w:num w:numId="9">
    <w:abstractNumId w:val="19"/>
  </w:num>
  <w:num w:numId="10">
    <w:abstractNumId w:val="19"/>
  </w:num>
  <w:num w:numId="11">
    <w:abstractNumId w:val="19"/>
  </w:num>
  <w:num w:numId="12">
    <w:abstractNumId w:val="10"/>
  </w:num>
  <w:num w:numId="13">
    <w:abstractNumId w:val="19"/>
  </w:num>
  <w:num w:numId="14">
    <w:abstractNumId w:val="16"/>
  </w:num>
  <w:num w:numId="15">
    <w:abstractNumId w:val="16"/>
  </w:num>
  <w:num w:numId="16">
    <w:abstractNumId w:val="19"/>
  </w:num>
  <w:num w:numId="17">
    <w:abstractNumId w:val="19"/>
  </w:num>
  <w:num w:numId="18">
    <w:abstractNumId w:val="19"/>
  </w:num>
  <w:num w:numId="19">
    <w:abstractNumId w:val="10"/>
  </w:num>
  <w:num w:numId="20">
    <w:abstractNumId w:val="19"/>
  </w:num>
  <w:num w:numId="21">
    <w:abstractNumId w:val="23"/>
  </w:num>
  <w:num w:numId="22">
    <w:abstractNumId w:val="6"/>
  </w:num>
  <w:num w:numId="23">
    <w:abstractNumId w:val="7"/>
  </w:num>
  <w:num w:numId="24">
    <w:abstractNumId w:val="19"/>
  </w:num>
  <w:num w:numId="25">
    <w:abstractNumId w:val="8"/>
  </w:num>
  <w:num w:numId="26">
    <w:abstractNumId w:val="13"/>
  </w:num>
  <w:num w:numId="27">
    <w:abstractNumId w:val="4"/>
  </w:num>
  <w:num w:numId="28">
    <w:abstractNumId w:val="21"/>
  </w:num>
  <w:num w:numId="29">
    <w:abstractNumId w:val="17"/>
  </w:num>
  <w:num w:numId="30">
    <w:abstractNumId w:val="9"/>
  </w:num>
  <w:num w:numId="31">
    <w:abstractNumId w:val="24"/>
  </w:num>
  <w:num w:numId="32">
    <w:abstractNumId w:val="5"/>
  </w:num>
  <w:num w:numId="33">
    <w:abstractNumId w:val="15"/>
  </w:num>
  <w:num w:numId="34">
    <w:abstractNumId w:val="1"/>
  </w:num>
  <w:num w:numId="35">
    <w:abstractNumId w:val="2"/>
  </w:num>
  <w:num w:numId="36">
    <w:abstractNumId w:val="11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19"/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0"/>
  </w:num>
  <w:num w:numId="43">
    <w:abstractNumId w:val="12"/>
  </w:num>
  <w:num w:numId="44">
    <w:abstractNumId w:val="0"/>
    <w:lvlOverride w:ilvl="0">
      <w:lvl w:ilvl="0" w:tplc="0405000F">
        <w:start w:val="1"/>
        <w:numFmt w:val="decimal"/>
        <w:lvlText w:val="%1."/>
        <w:lvlJc w:val="left"/>
        <w:pPr>
          <w:tabs>
            <w:tab w:val="num" w:pos="284"/>
          </w:tabs>
          <w:ind w:left="720" w:hanging="720"/>
        </w:pPr>
      </w:lvl>
    </w:lvlOverride>
    <w:lvlOverride w:ilvl="1">
      <w:lvl w:ilvl="1" w:tplc="04050019">
        <w:start w:val="1"/>
        <w:numFmt w:val="decimal"/>
        <w:lvlRestart w:val="0"/>
        <w:lvlText w:val="%1.%2."/>
        <w:lvlJc w:val="left"/>
        <w:pPr>
          <w:tabs>
            <w:tab w:val="num" w:pos="720"/>
          </w:tabs>
          <w:ind w:left="720" w:hanging="720"/>
        </w:pPr>
      </w:lvl>
    </w:lvlOverride>
    <w:lvlOverride w:ilvl="2">
      <w:lvl w:ilvl="2" w:tplc="0405001B">
        <w:start w:val="1"/>
        <w:numFmt w:val="decimal"/>
        <w:lvlRestart w:val="0"/>
        <w:lvlText w:val="%1.%2.%3."/>
        <w:lvlJc w:val="left"/>
        <w:pPr>
          <w:tabs>
            <w:tab w:val="num" w:pos="720"/>
          </w:tabs>
          <w:ind w:left="720" w:hanging="720"/>
        </w:pPr>
        <w:rPr>
          <w:rFonts w:ascii="Courier New" w:hAnsi="Courier New" w:cs="Times New Roman" w:hint="default"/>
        </w:rPr>
      </w:lvl>
    </w:lvlOverride>
    <w:lvlOverride w:ilvl="3">
      <w:lvl w:ilvl="3" w:tplc="0405000F">
        <w:start w:val="1"/>
        <w:numFmt w:val="decimal"/>
        <w:lvlRestart w:val="0"/>
        <w:lvlText w:val="%1.%2.%3.%4."/>
        <w:lvlJc w:val="left"/>
        <w:pPr>
          <w:tabs>
            <w:tab w:val="num" w:pos="720"/>
          </w:tabs>
          <w:ind w:left="720" w:hanging="720"/>
        </w:pPr>
      </w:lvl>
    </w:lvlOverride>
    <w:lvlOverride w:ilvl="4">
      <w:lvl w:ilvl="4" w:tplc="04050019">
        <w:start w:val="1"/>
        <w:numFmt w:val="decimal"/>
        <w:lvlRestart w:val="0"/>
        <w:lvlText w:val="%1.%2.%3.%4.%5."/>
        <w:lvlJc w:val="left"/>
        <w:pPr>
          <w:tabs>
            <w:tab w:val="num" w:pos="1080"/>
          </w:tabs>
          <w:ind w:left="1080" w:hanging="1080"/>
        </w:pPr>
      </w:lvl>
    </w:lvlOverride>
    <w:lvlOverride w:ilvl="5">
      <w:lvl w:ilvl="5" w:tplc="0405001B">
        <w:start w:val="1"/>
        <w:numFmt w:val="decimal"/>
        <w:lvlRestart w:val="0"/>
        <w:lvlText w:val="%1.%2.%3.%4.%5.%6.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 w:tplc="0405000F">
        <w:start w:val="1"/>
        <w:numFmt w:val="decimal"/>
        <w:lvlRestart w:val="0"/>
        <w:lvlText w:val="%1.%2.%3.%4.%5.%6.%7.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 w:tplc="04050019">
        <w:start w:val="1"/>
        <w:numFmt w:val="decimal"/>
        <w:lvlRestart w:val="0"/>
        <w:lvlText w:val="%1.%2.%3.%4.%5.%6.%7.%8.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 w:tplc="0405001B">
        <w:start w:val="1"/>
        <w:numFmt w:val="decimal"/>
        <w:lvlRestart w:val="0"/>
        <w:lvlText w:val="%1.%2.%3.%4.%5.%6.%7.%8.%9."/>
        <w:lvlJc w:val="left"/>
        <w:pPr>
          <w:tabs>
            <w:tab w:val="num" w:pos="1800"/>
          </w:tabs>
          <w:ind w:left="1800" w:hanging="1800"/>
        </w:pPr>
      </w:lvl>
    </w:lvlOverride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14FBF"/>
    <w:rsid w:val="00050941"/>
    <w:rsid w:val="0006286F"/>
    <w:rsid w:val="000756D7"/>
    <w:rsid w:val="000827BB"/>
    <w:rsid w:val="000901DA"/>
    <w:rsid w:val="000A0125"/>
    <w:rsid w:val="000B5466"/>
    <w:rsid w:val="000D19D8"/>
    <w:rsid w:val="00175526"/>
    <w:rsid w:val="001841B8"/>
    <w:rsid w:val="00193F12"/>
    <w:rsid w:val="00194B27"/>
    <w:rsid w:val="001F5F16"/>
    <w:rsid w:val="00204984"/>
    <w:rsid w:val="0021315A"/>
    <w:rsid w:val="0021622F"/>
    <w:rsid w:val="00216448"/>
    <w:rsid w:val="00225234"/>
    <w:rsid w:val="00245CA9"/>
    <w:rsid w:val="002525FB"/>
    <w:rsid w:val="00263564"/>
    <w:rsid w:val="00280022"/>
    <w:rsid w:val="00281982"/>
    <w:rsid w:val="002874B9"/>
    <w:rsid w:val="002A4A34"/>
    <w:rsid w:val="002B6892"/>
    <w:rsid w:val="002D0422"/>
    <w:rsid w:val="002D08B9"/>
    <w:rsid w:val="002E4565"/>
    <w:rsid w:val="002F6183"/>
    <w:rsid w:val="0031724E"/>
    <w:rsid w:val="003470FC"/>
    <w:rsid w:val="00355D83"/>
    <w:rsid w:val="00363594"/>
    <w:rsid w:val="00371E55"/>
    <w:rsid w:val="003A0A7B"/>
    <w:rsid w:val="003C4C65"/>
    <w:rsid w:val="003D1BCD"/>
    <w:rsid w:val="003D2FDD"/>
    <w:rsid w:val="003D4A71"/>
    <w:rsid w:val="003F629A"/>
    <w:rsid w:val="00414747"/>
    <w:rsid w:val="00415A70"/>
    <w:rsid w:val="004258CA"/>
    <w:rsid w:val="00454441"/>
    <w:rsid w:val="004F5000"/>
    <w:rsid w:val="00516929"/>
    <w:rsid w:val="00521FE0"/>
    <w:rsid w:val="005555DE"/>
    <w:rsid w:val="005662EA"/>
    <w:rsid w:val="0057488E"/>
    <w:rsid w:val="00590290"/>
    <w:rsid w:val="00591455"/>
    <w:rsid w:val="005A6566"/>
    <w:rsid w:val="005C5D01"/>
    <w:rsid w:val="005E1F14"/>
    <w:rsid w:val="00615B76"/>
    <w:rsid w:val="00635D66"/>
    <w:rsid w:val="006459C1"/>
    <w:rsid w:val="00655C3C"/>
    <w:rsid w:val="006708FD"/>
    <w:rsid w:val="006857A4"/>
    <w:rsid w:val="0069319E"/>
    <w:rsid w:val="00694CAB"/>
    <w:rsid w:val="006C2A1E"/>
    <w:rsid w:val="006C5427"/>
    <w:rsid w:val="006C78DE"/>
    <w:rsid w:val="006D5DE2"/>
    <w:rsid w:val="00721C8A"/>
    <w:rsid w:val="00725166"/>
    <w:rsid w:val="007343C9"/>
    <w:rsid w:val="0075341D"/>
    <w:rsid w:val="007B1761"/>
    <w:rsid w:val="007B4BFF"/>
    <w:rsid w:val="007D0431"/>
    <w:rsid w:val="007D7A6F"/>
    <w:rsid w:val="007F2F7E"/>
    <w:rsid w:val="007F3FC6"/>
    <w:rsid w:val="00816941"/>
    <w:rsid w:val="008632F1"/>
    <w:rsid w:val="00867999"/>
    <w:rsid w:val="008A3003"/>
    <w:rsid w:val="008C56E0"/>
    <w:rsid w:val="00930880"/>
    <w:rsid w:val="009502C0"/>
    <w:rsid w:val="0098689F"/>
    <w:rsid w:val="00987E9A"/>
    <w:rsid w:val="00995988"/>
    <w:rsid w:val="00A03E71"/>
    <w:rsid w:val="00A266D9"/>
    <w:rsid w:val="00A46989"/>
    <w:rsid w:val="00A5128C"/>
    <w:rsid w:val="00A60202"/>
    <w:rsid w:val="00A64017"/>
    <w:rsid w:val="00A818BC"/>
    <w:rsid w:val="00A91949"/>
    <w:rsid w:val="00AC4272"/>
    <w:rsid w:val="00AC56D5"/>
    <w:rsid w:val="00AD2289"/>
    <w:rsid w:val="00AE1F3C"/>
    <w:rsid w:val="00AE3CC7"/>
    <w:rsid w:val="00AF2E13"/>
    <w:rsid w:val="00AF3DED"/>
    <w:rsid w:val="00AF68B0"/>
    <w:rsid w:val="00AF6FB8"/>
    <w:rsid w:val="00B20BE0"/>
    <w:rsid w:val="00B26F7D"/>
    <w:rsid w:val="00B305EA"/>
    <w:rsid w:val="00B37BC8"/>
    <w:rsid w:val="00B8298B"/>
    <w:rsid w:val="00B84194"/>
    <w:rsid w:val="00B96459"/>
    <w:rsid w:val="00B97C85"/>
    <w:rsid w:val="00BA11A1"/>
    <w:rsid w:val="00BA59A8"/>
    <w:rsid w:val="00BB420B"/>
    <w:rsid w:val="00BC078B"/>
    <w:rsid w:val="00BC4947"/>
    <w:rsid w:val="00BD2607"/>
    <w:rsid w:val="00BD77E8"/>
    <w:rsid w:val="00BE2E82"/>
    <w:rsid w:val="00BE47FA"/>
    <w:rsid w:val="00C03632"/>
    <w:rsid w:val="00C2242E"/>
    <w:rsid w:val="00C276EF"/>
    <w:rsid w:val="00C30D59"/>
    <w:rsid w:val="00C51B71"/>
    <w:rsid w:val="00C523BA"/>
    <w:rsid w:val="00C56DF6"/>
    <w:rsid w:val="00C6515B"/>
    <w:rsid w:val="00C65994"/>
    <w:rsid w:val="00C76017"/>
    <w:rsid w:val="00C960EF"/>
    <w:rsid w:val="00C962BE"/>
    <w:rsid w:val="00CD1BFE"/>
    <w:rsid w:val="00CE5DA2"/>
    <w:rsid w:val="00D02110"/>
    <w:rsid w:val="00D10A33"/>
    <w:rsid w:val="00D17CE0"/>
    <w:rsid w:val="00D21C37"/>
    <w:rsid w:val="00D456F0"/>
    <w:rsid w:val="00D51607"/>
    <w:rsid w:val="00D642CC"/>
    <w:rsid w:val="00DD57F1"/>
    <w:rsid w:val="00DD6392"/>
    <w:rsid w:val="00DF1248"/>
    <w:rsid w:val="00DF61DD"/>
    <w:rsid w:val="00E00091"/>
    <w:rsid w:val="00E322F9"/>
    <w:rsid w:val="00E34C90"/>
    <w:rsid w:val="00E36300"/>
    <w:rsid w:val="00E46541"/>
    <w:rsid w:val="00E54651"/>
    <w:rsid w:val="00E57FCC"/>
    <w:rsid w:val="00E641B9"/>
    <w:rsid w:val="00E66C0B"/>
    <w:rsid w:val="00E702C5"/>
    <w:rsid w:val="00E70AFC"/>
    <w:rsid w:val="00E81DE9"/>
    <w:rsid w:val="00E852B7"/>
    <w:rsid w:val="00E86B78"/>
    <w:rsid w:val="00EA0733"/>
    <w:rsid w:val="00EC4DD1"/>
    <w:rsid w:val="00EE2A26"/>
    <w:rsid w:val="00F72619"/>
    <w:rsid w:val="00F758E6"/>
    <w:rsid w:val="00FA75C2"/>
    <w:rsid w:val="00FB6E4B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6459C1"/>
    <w:rPr>
      <w:rFonts w:ascii="Arial" w:hAnsi="Arial"/>
      <w:szCs w:val="24"/>
    </w:rPr>
  </w:style>
  <w:style w:type="character" w:customStyle="1" w:styleId="platne">
    <w:name w:val="platne"/>
    <w:basedOn w:val="Standardnpsmoodstavce"/>
    <w:rsid w:val="00E641B9"/>
  </w:style>
  <w:style w:type="paragraph" w:customStyle="1" w:styleId="02-ODST-2">
    <w:name w:val="02-ODST-2"/>
    <w:basedOn w:val="Normln"/>
    <w:qFormat/>
    <w:rsid w:val="00E641B9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E641B9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6-PSM">
    <w:name w:val="06-PÍSM"/>
    <w:basedOn w:val="Normln"/>
    <w:qFormat/>
    <w:rsid w:val="00E641B9"/>
    <w:pPr>
      <w:tabs>
        <w:tab w:val="num" w:pos="1070"/>
      </w:tabs>
      <w:spacing w:before="120" w:after="0"/>
      <w:ind w:left="1070" w:hanging="360"/>
    </w:pPr>
    <w:rPr>
      <w:szCs w:val="20"/>
    </w:rPr>
  </w:style>
  <w:style w:type="paragraph" w:customStyle="1" w:styleId="05-ODST-3">
    <w:name w:val="05-ODST-3"/>
    <w:basedOn w:val="02-ODST-2"/>
    <w:qFormat/>
    <w:rsid w:val="00E641B9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E641B9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styleId="Prosttext">
    <w:name w:val="Plain Text"/>
    <w:basedOn w:val="Normln"/>
    <w:link w:val="ProsttextChar"/>
    <w:semiHidden/>
    <w:unhideWhenUsed/>
    <w:rsid w:val="00D456F0"/>
    <w:pPr>
      <w:spacing w:after="0"/>
      <w:jc w:val="left"/>
    </w:pPr>
    <w:rPr>
      <w:rFonts w:ascii="Courier New" w:hAnsi="Courier New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456F0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6459C1"/>
    <w:rPr>
      <w:rFonts w:ascii="Arial" w:hAnsi="Arial"/>
      <w:szCs w:val="24"/>
    </w:rPr>
  </w:style>
  <w:style w:type="character" w:customStyle="1" w:styleId="platne">
    <w:name w:val="platne"/>
    <w:basedOn w:val="Standardnpsmoodstavce"/>
    <w:rsid w:val="00E641B9"/>
  </w:style>
  <w:style w:type="paragraph" w:customStyle="1" w:styleId="02-ODST-2">
    <w:name w:val="02-ODST-2"/>
    <w:basedOn w:val="Normln"/>
    <w:qFormat/>
    <w:rsid w:val="00E641B9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E641B9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6-PSM">
    <w:name w:val="06-PÍSM"/>
    <w:basedOn w:val="Normln"/>
    <w:qFormat/>
    <w:rsid w:val="00E641B9"/>
    <w:pPr>
      <w:tabs>
        <w:tab w:val="num" w:pos="1070"/>
      </w:tabs>
      <w:spacing w:before="120" w:after="0"/>
      <w:ind w:left="1070" w:hanging="360"/>
    </w:pPr>
    <w:rPr>
      <w:szCs w:val="20"/>
    </w:rPr>
  </w:style>
  <w:style w:type="paragraph" w:customStyle="1" w:styleId="05-ODST-3">
    <w:name w:val="05-ODST-3"/>
    <w:basedOn w:val="02-ODST-2"/>
    <w:qFormat/>
    <w:rsid w:val="00E641B9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E641B9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styleId="Prosttext">
    <w:name w:val="Plain Text"/>
    <w:basedOn w:val="Normln"/>
    <w:link w:val="ProsttextChar"/>
    <w:semiHidden/>
    <w:unhideWhenUsed/>
    <w:rsid w:val="00D456F0"/>
    <w:pPr>
      <w:spacing w:after="0"/>
      <w:jc w:val="left"/>
    </w:pPr>
    <w:rPr>
      <w:rFonts w:ascii="Courier New" w:hAnsi="Courier New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456F0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7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oftender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cepro_DF@ceproas.cz" TargetMode="Externa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</Template>
  <TotalTime>104</TotalTime>
  <Pages>10</Pages>
  <Words>4565</Words>
  <Characters>26939</Characters>
  <Application>Microsoft Office Word</Application>
  <DocSecurity>0</DocSecurity>
  <Lines>224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31442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Hošková Lenka</cp:lastModifiedBy>
  <cp:revision>22</cp:revision>
  <cp:lastPrinted>2014-02-06T12:18:00Z</cp:lastPrinted>
  <dcterms:created xsi:type="dcterms:W3CDTF">2014-01-22T10:48:00Z</dcterms:created>
  <dcterms:modified xsi:type="dcterms:W3CDTF">2014-02-06T13:49:00Z</dcterms:modified>
</cp:coreProperties>
</file>